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746" w:rsidRPr="003F51F4" w:rsidRDefault="00EA7746" w:rsidP="00124FD7">
      <w:pPr>
        <w:spacing w:after="160" w:line="259" w:lineRule="auto"/>
        <w:rPr>
          <w:rFonts w:ascii="Arial" w:hAnsi="Arial" w:cs="Arial"/>
          <w:b/>
          <w:bCs/>
          <w:snapToGrid w:val="0"/>
          <w:sz w:val="24"/>
          <w:szCs w:val="24"/>
        </w:rPr>
      </w:pP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>Allegato D)</w:t>
      </w:r>
    </w:p>
    <w:p w:rsidR="00EA7746" w:rsidRPr="003F51F4" w:rsidRDefault="00EA7746" w:rsidP="00124FD7">
      <w:pPr>
        <w:widowControl w:val="0"/>
        <w:jc w:val="right"/>
        <w:rPr>
          <w:rFonts w:ascii="Arial" w:hAnsi="Arial" w:cs="Arial"/>
          <w:b/>
          <w:bCs/>
          <w:i/>
          <w:i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napToGrid w:val="0"/>
          <w:sz w:val="24"/>
          <w:szCs w:val="24"/>
        </w:rPr>
      </w:pP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>FORMULARIO DI PRESENTAZIONE DEL PROGETTO</w:t>
      </w:r>
    </w:p>
    <w:p w:rsidR="00EA7746" w:rsidRPr="003F51F4" w:rsidRDefault="00EA7746" w:rsidP="00124FD7">
      <w:pPr>
        <w:widowControl w:val="0"/>
        <w:jc w:val="center"/>
        <w:rPr>
          <w:rFonts w:ascii="Arial" w:hAnsi="Arial" w:cs="Arial"/>
          <w:b/>
          <w:bCs/>
          <w:i/>
          <w:i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snapToGrid w:val="0"/>
          <w:sz w:val="24"/>
          <w:szCs w:val="24"/>
        </w:rPr>
      </w:pPr>
      <w:r w:rsidRPr="003F51F4">
        <w:rPr>
          <w:rFonts w:ascii="Arial" w:hAnsi="Arial" w:cs="Arial"/>
          <w:snapToGrid w:val="0"/>
          <w:sz w:val="24"/>
          <w:szCs w:val="24"/>
        </w:rPr>
        <w:t xml:space="preserve">  </w:t>
      </w: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>Titolo del progetto</w:t>
      </w: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>Ente proponente</w:t>
      </w: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3F51F4">
        <w:rPr>
          <w:rFonts w:ascii="Arial" w:hAnsi="Arial" w:cs="Arial"/>
          <w:snapToGrid w:val="0"/>
          <w:sz w:val="24"/>
          <w:szCs w:val="24"/>
        </w:rPr>
        <w:t>Denominazione ____________________________________________________</w:t>
      </w: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3F51F4">
        <w:rPr>
          <w:rFonts w:ascii="Arial" w:hAnsi="Arial" w:cs="Arial"/>
          <w:snapToGrid w:val="0"/>
          <w:sz w:val="24"/>
          <w:szCs w:val="24"/>
        </w:rPr>
        <w:t>__________________________________________________________________</w:t>
      </w: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  <w:r w:rsidRPr="003F51F4">
        <w:rPr>
          <w:rFonts w:ascii="Arial" w:hAnsi="Arial" w:cs="Arial"/>
          <w:snapToGrid w:val="0"/>
          <w:sz w:val="24"/>
          <w:szCs w:val="24"/>
        </w:rPr>
        <w:t>C.F./P.IVA _______________________________________________________</w:t>
      </w: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  <w:r w:rsidRPr="003F51F4">
        <w:rPr>
          <w:rFonts w:ascii="Arial" w:hAnsi="Arial" w:cs="Arial"/>
          <w:snapToGrid w:val="0"/>
          <w:sz w:val="24"/>
          <w:szCs w:val="24"/>
        </w:rPr>
        <w:t>Sede legale ______________________________________________________</w:t>
      </w: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  <w:r w:rsidRPr="003F51F4">
        <w:rPr>
          <w:rFonts w:ascii="Arial" w:hAnsi="Arial" w:cs="Arial"/>
          <w:snapToGrid w:val="0"/>
          <w:sz w:val="24"/>
          <w:szCs w:val="24"/>
        </w:rPr>
        <w:t>Telefono ___________ E-mail ______________________________________</w:t>
      </w: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  <w:r w:rsidRPr="003F51F4">
        <w:rPr>
          <w:rFonts w:ascii="Arial" w:hAnsi="Arial" w:cs="Arial"/>
          <w:snapToGrid w:val="0"/>
          <w:sz w:val="24"/>
          <w:szCs w:val="24"/>
        </w:rPr>
        <w:t>Rappresentante legale ____________________________________________</w:t>
      </w: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  <w:r w:rsidRPr="003F51F4">
        <w:rPr>
          <w:rFonts w:ascii="Arial" w:hAnsi="Arial" w:cs="Arial"/>
          <w:snapToGrid w:val="0"/>
          <w:sz w:val="24"/>
          <w:szCs w:val="24"/>
        </w:rPr>
        <w:t>Responsabile del progetto ________________________________________</w:t>
      </w: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  <w:r w:rsidRPr="003F51F4">
        <w:rPr>
          <w:rFonts w:ascii="Arial" w:hAnsi="Arial" w:cs="Arial"/>
          <w:snapToGrid w:val="0"/>
          <w:sz w:val="24"/>
          <w:szCs w:val="24"/>
        </w:rPr>
        <w:t xml:space="preserve">Recapiti: tel.____________ e-mail ________________________________ </w:t>
      </w: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  <w:r w:rsidRPr="003F51F4">
        <w:rPr>
          <w:rFonts w:ascii="Arial" w:hAnsi="Arial" w:cs="Arial"/>
          <w:snapToGrid w:val="0"/>
          <w:sz w:val="24"/>
          <w:szCs w:val="24"/>
        </w:rPr>
        <w:t>CODICE IBAN dell’</w:t>
      </w:r>
      <w:r>
        <w:rPr>
          <w:rFonts w:ascii="Arial" w:hAnsi="Arial" w:cs="Arial"/>
          <w:snapToGrid w:val="0"/>
          <w:sz w:val="24"/>
          <w:szCs w:val="24"/>
        </w:rPr>
        <w:t xml:space="preserve">ETS/Fondazione </w:t>
      </w:r>
      <w:r w:rsidRPr="003F51F4">
        <w:rPr>
          <w:rFonts w:ascii="Arial" w:hAnsi="Arial" w:cs="Arial"/>
          <w:snapToGrid w:val="0"/>
          <w:sz w:val="24"/>
          <w:szCs w:val="24"/>
        </w:rPr>
        <w:t xml:space="preserve"> ____________________________________</w:t>
      </w: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b/>
          <w:bCs/>
          <w:sz w:val="24"/>
          <w:szCs w:val="24"/>
        </w:rPr>
        <w:t>Elenco de</w:t>
      </w:r>
      <w:r>
        <w:rPr>
          <w:rFonts w:ascii="Arial" w:hAnsi="Arial" w:cs="Arial"/>
          <w:b/>
          <w:bCs/>
          <w:sz w:val="24"/>
          <w:szCs w:val="24"/>
        </w:rPr>
        <w:t>i soggetti coinvolti per la collaborazione</w:t>
      </w:r>
      <w:r w:rsidRPr="003F51F4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51F4">
        <w:rPr>
          <w:rFonts w:ascii="Arial" w:hAnsi="Arial" w:cs="Arial"/>
          <w:sz w:val="24"/>
          <w:szCs w:val="24"/>
        </w:rPr>
        <w:t>(indicare denominazione, sede, codice fiscale)</w:t>
      </w: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i/>
          <w:iCs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i/>
          <w:iCs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i/>
          <w:iCs/>
          <w:sz w:val="24"/>
          <w:szCs w:val="24"/>
        </w:rPr>
      </w:pPr>
      <w:r w:rsidRPr="003F51F4">
        <w:rPr>
          <w:rFonts w:ascii="Arial" w:hAnsi="Arial" w:cs="Arial"/>
          <w:b/>
          <w:bCs/>
          <w:sz w:val="24"/>
          <w:szCs w:val="24"/>
        </w:rPr>
        <w:t xml:space="preserve">Area prioritaria di intervento </w:t>
      </w:r>
      <w:r w:rsidRPr="003F51F4">
        <w:rPr>
          <w:rFonts w:ascii="Arial" w:hAnsi="Arial" w:cs="Arial"/>
          <w:sz w:val="24"/>
          <w:szCs w:val="24"/>
        </w:rPr>
        <w:t>(una o più)</w:t>
      </w: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8"/>
      </w:tblGrid>
      <w:tr w:rsidR="00EA7746" w:rsidRPr="003F51F4" w:rsidTr="00903456">
        <w:tc>
          <w:tcPr>
            <w:tcW w:w="9778" w:type="dxa"/>
          </w:tcPr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:rsidR="00EA7746" w:rsidRPr="00787FF4" w:rsidRDefault="00EA7746" w:rsidP="00903456">
            <w:pPr>
              <w:widowControl w:val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</w:tbl>
    <w:p w:rsidR="00EA7746" w:rsidRPr="003F51F4" w:rsidRDefault="00EA7746" w:rsidP="00124FD7">
      <w:pPr>
        <w:widowControl w:val="0"/>
        <w:jc w:val="both"/>
        <w:rPr>
          <w:rFonts w:ascii="Arial" w:hAnsi="Arial" w:cs="Arial"/>
          <w:i/>
          <w:iCs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bookmarkStart w:id="0" w:name="_Hlk511059232"/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snapToGrid w:val="0"/>
          <w:sz w:val="24"/>
          <w:szCs w:val="24"/>
        </w:rPr>
      </w:pP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 xml:space="preserve">Analisi del contesto, esperienza nel settore e obiettivi specifici </w:t>
      </w:r>
      <w:r w:rsidRPr="003F51F4">
        <w:rPr>
          <w:rFonts w:ascii="Arial" w:hAnsi="Arial" w:cs="Arial"/>
          <w:snapToGrid w:val="0"/>
          <w:sz w:val="24"/>
          <w:szCs w:val="24"/>
        </w:rPr>
        <w:t>(massimo 4000 caratteri)</w:t>
      </w: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bookmarkEnd w:id="0"/>
    <w:p w:rsidR="00EA7746" w:rsidRPr="003F51F4" w:rsidRDefault="00EA7746" w:rsidP="00124FD7">
      <w:pPr>
        <w:widowControl w:val="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snapToGrid w:val="0"/>
          <w:sz w:val="24"/>
          <w:szCs w:val="24"/>
        </w:rPr>
      </w:pP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 xml:space="preserve">Articolazione del progetto </w:t>
      </w:r>
      <w:r w:rsidRPr="003F51F4">
        <w:rPr>
          <w:rFonts w:ascii="Arial" w:hAnsi="Arial" w:cs="Arial"/>
          <w:snapToGrid w:val="0"/>
          <w:sz w:val="24"/>
          <w:szCs w:val="24"/>
        </w:rPr>
        <w:t>(massimo 6000 caratteri)</w:t>
      </w: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snapToGrid w:val="0"/>
          <w:sz w:val="24"/>
          <w:szCs w:val="24"/>
        </w:rPr>
      </w:pPr>
      <w:r w:rsidRPr="003F51F4">
        <w:rPr>
          <w:rFonts w:ascii="Arial" w:hAnsi="Arial" w:cs="Arial"/>
          <w:snapToGrid w:val="0"/>
          <w:sz w:val="24"/>
          <w:szCs w:val="24"/>
        </w:rPr>
        <w:t>In particolare dovranno essere messe in evidenza le modalità e le diverse fasi di attuazione del progetto dalle quali si possano evincere: 1) le sinergie e collaborazioni con soggetti pubblici e privati del territorio per la realizzazione ed integrazione delle attività ed il raggiungimento degli obiettivi; 2) i luoghi/sedi di realizzazione delle attività</w:t>
      </w: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snapToGrid w:val="0"/>
          <w:sz w:val="24"/>
          <w:szCs w:val="24"/>
        </w:rPr>
      </w:pP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 xml:space="preserve">Descrizione di massima del ruolo eventualmente svolto dagli Enti coinvolti nella realizzazione delle attività di cui sopra </w:t>
      </w:r>
      <w:r w:rsidRPr="003F51F4">
        <w:rPr>
          <w:rFonts w:ascii="Arial" w:hAnsi="Arial" w:cs="Arial"/>
          <w:snapToGrid w:val="0"/>
          <w:sz w:val="24"/>
          <w:szCs w:val="24"/>
        </w:rPr>
        <w:t>(massimo 2000 caratteri)</w:t>
      </w: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snapToGrid w:val="0"/>
          <w:sz w:val="24"/>
          <w:szCs w:val="24"/>
        </w:rPr>
      </w:pP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 xml:space="preserve">Numero potenziale e tipologia dei destinatari degli interventi </w:t>
      </w: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snapToGrid w:val="0"/>
          <w:sz w:val="24"/>
          <w:szCs w:val="24"/>
        </w:rPr>
      </w:pP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 xml:space="preserve">Risultati attesi. Sostenibilità nel tempo delle attività e impatto sociale previsto, in termini di capacità di generare “nuove” risorse (umane, economiche, ecc.) </w:t>
      </w:r>
      <w:r w:rsidRPr="003F51F4">
        <w:rPr>
          <w:rFonts w:ascii="Arial" w:hAnsi="Arial" w:cs="Arial"/>
          <w:snapToGrid w:val="0"/>
          <w:sz w:val="24"/>
          <w:szCs w:val="24"/>
        </w:rPr>
        <w:t>(</w:t>
      </w:r>
      <w:r w:rsidRPr="003F51F4">
        <w:rPr>
          <w:rFonts w:ascii="Arial" w:hAnsi="Arial" w:cs="Arial"/>
          <w:sz w:val="24"/>
          <w:szCs w:val="24"/>
        </w:rPr>
        <w:t>massimo 3000 caratteri)</w:t>
      </w: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b/>
          <w:bCs/>
          <w:sz w:val="24"/>
          <w:szCs w:val="24"/>
        </w:rPr>
        <w:t xml:space="preserve">Innovazione delle metodologie e strumenti per il coinvolgimento dei beneficiari finali e della cittadinanza </w:t>
      </w:r>
      <w:r w:rsidRPr="003F51F4">
        <w:rPr>
          <w:rFonts w:ascii="Arial" w:hAnsi="Arial" w:cs="Arial"/>
          <w:sz w:val="24"/>
          <w:szCs w:val="24"/>
        </w:rPr>
        <w:t>(</w:t>
      </w:r>
      <w:bookmarkStart w:id="1" w:name="_Hlk512858464"/>
      <w:r w:rsidRPr="003F51F4">
        <w:rPr>
          <w:rFonts w:ascii="Arial" w:hAnsi="Arial" w:cs="Arial"/>
          <w:sz w:val="24"/>
          <w:szCs w:val="24"/>
        </w:rPr>
        <w:t>massimo 2000 caratteri)</w:t>
      </w: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snapToGrid w:val="0"/>
          <w:sz w:val="24"/>
          <w:szCs w:val="24"/>
        </w:rPr>
      </w:pPr>
    </w:p>
    <w:bookmarkEnd w:id="1"/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snapToGrid w:val="0"/>
          <w:sz w:val="24"/>
          <w:szCs w:val="24"/>
        </w:rPr>
      </w:pP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 xml:space="preserve">Azioni di monitoraggio </w:t>
      </w:r>
      <w:r w:rsidRPr="003F51F4">
        <w:rPr>
          <w:rFonts w:ascii="Arial" w:hAnsi="Arial" w:cs="Arial"/>
          <w:snapToGrid w:val="0"/>
          <w:sz w:val="24"/>
          <w:szCs w:val="24"/>
        </w:rPr>
        <w:t>(massimo 2000 caratteri)</w:t>
      </w: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Default="00EA7746" w:rsidP="00124FD7">
      <w:pPr>
        <w:widowControl w:val="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snapToGrid w:val="0"/>
          <w:sz w:val="24"/>
          <w:szCs w:val="24"/>
        </w:rPr>
      </w:pP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 xml:space="preserve">Data presunta di avvio progetto </w:t>
      </w: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Default="00EA7746" w:rsidP="00124FD7">
      <w:pPr>
        <w:widowControl w:val="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i/>
          <w:iCs/>
          <w:snapToGrid w:val="0"/>
          <w:sz w:val="24"/>
          <w:szCs w:val="24"/>
        </w:rPr>
      </w:pP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 xml:space="preserve">Data di fine progetto </w:t>
      </w: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>CRONOPROGRAMMA</w:t>
      </w:r>
    </w:p>
    <w:p w:rsidR="00EA7746" w:rsidRPr="003F51F4" w:rsidRDefault="00EA7746" w:rsidP="00124FD7">
      <w:pPr>
        <w:widowControl w:val="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A0"/>
      </w:tblPr>
      <w:tblGrid>
        <w:gridCol w:w="1063"/>
        <w:gridCol w:w="502"/>
        <w:gridCol w:w="586"/>
        <w:gridCol w:w="586"/>
        <w:gridCol w:w="586"/>
        <w:gridCol w:w="586"/>
        <w:gridCol w:w="586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</w:tblGrid>
      <w:tr w:rsidR="00EA7746" w:rsidRPr="003F51F4" w:rsidTr="00903456">
        <w:trPr>
          <w:trHeight w:val="30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Ann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</w:p>
        </w:tc>
        <w:tc>
          <w:tcPr>
            <w:tcW w:w="2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A7746" w:rsidRPr="003F51F4" w:rsidRDefault="00EA7746" w:rsidP="009034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64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A7746" w:rsidRPr="003F51F4" w:rsidRDefault="00EA7746" w:rsidP="009034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A7746" w:rsidRPr="003F51F4" w:rsidTr="00903456">
        <w:trPr>
          <w:trHeight w:val="3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Mese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EA7746" w:rsidRPr="003F51F4" w:rsidTr="00903456">
        <w:trPr>
          <w:trHeight w:val="3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Azioni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EA7746" w:rsidRPr="003F51F4" w:rsidTr="00903456">
        <w:trPr>
          <w:trHeight w:val="3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EA7746" w:rsidRPr="003F51F4" w:rsidTr="00903456">
        <w:trPr>
          <w:trHeight w:val="3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EA7746" w:rsidRPr="003F51F4" w:rsidTr="00903456">
        <w:trPr>
          <w:trHeight w:val="3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EA7746" w:rsidRPr="003F51F4" w:rsidTr="00903456">
        <w:trPr>
          <w:trHeight w:val="3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EA7746" w:rsidRPr="003F51F4" w:rsidTr="00903456">
        <w:trPr>
          <w:trHeight w:val="3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EA7746" w:rsidRPr="003F51F4" w:rsidTr="00903456">
        <w:trPr>
          <w:trHeight w:val="3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746" w:rsidRPr="003F51F4" w:rsidRDefault="00EA7746" w:rsidP="009034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51F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EA7746" w:rsidRPr="003F51F4" w:rsidRDefault="00EA7746" w:rsidP="00124FD7">
      <w:pPr>
        <w:widowControl w:val="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rPr>
          <w:rFonts w:ascii="Arial" w:hAnsi="Arial" w:cs="Arial"/>
          <w:b/>
          <w:bCs/>
          <w:snapToGrid w:val="0"/>
          <w:sz w:val="24"/>
          <w:szCs w:val="24"/>
        </w:rPr>
      </w:pP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>PIANO ECONOMICO DEL PROGETTO</w:t>
      </w:r>
    </w:p>
    <w:p w:rsidR="00EA7746" w:rsidRPr="003F51F4" w:rsidRDefault="00EA7746" w:rsidP="00124FD7">
      <w:pPr>
        <w:widowControl w:val="0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 xml:space="preserve">COSTI PREVISTI </w:t>
      </w: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ab/>
      </w: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ab/>
      </w: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ab/>
      </w: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ab/>
      </w: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ab/>
      </w: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ab/>
      </w:r>
      <w:r w:rsidRPr="003F51F4">
        <w:rPr>
          <w:rFonts w:ascii="Arial" w:hAnsi="Arial" w:cs="Arial"/>
          <w:b/>
          <w:bCs/>
          <w:snapToGrid w:val="0"/>
          <w:sz w:val="24"/>
          <w:szCs w:val="24"/>
        </w:rPr>
        <w:tab/>
        <w:t xml:space="preserve"> </w:t>
      </w: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  <w:r w:rsidRPr="003F51F4">
        <w:rPr>
          <w:rFonts w:ascii="Arial" w:hAnsi="Arial" w:cs="Arial"/>
          <w:snapToGrid w:val="0"/>
          <w:sz w:val="24"/>
          <w:szCs w:val="24"/>
        </w:rPr>
        <w:t>__________________________________________________________________</w:t>
      </w:r>
    </w:p>
    <w:p w:rsidR="00EA7746" w:rsidRPr="003F51F4" w:rsidRDefault="00EA7746" w:rsidP="00124F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1. Spese generali (progettazione, coordinamento, amministrazione, rendicontazione, ecc.) 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    Voci di dettaglio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    _________________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2. spese di personale (coinvolto </w:t>
      </w:r>
      <w:r w:rsidRPr="003F51F4">
        <w:rPr>
          <w:rFonts w:ascii="Arial" w:hAnsi="Arial" w:cs="Arial"/>
          <w:sz w:val="24"/>
          <w:szCs w:val="24"/>
          <w:u w:val="single"/>
        </w:rPr>
        <w:t>direttamente</w:t>
      </w:r>
      <w:r w:rsidRPr="003F51F4">
        <w:rPr>
          <w:rFonts w:ascii="Arial" w:hAnsi="Arial" w:cs="Arial"/>
          <w:sz w:val="24"/>
          <w:szCs w:val="24"/>
        </w:rPr>
        <w:t xml:space="preserve"> nelle attività destinate ai beneficiari finali)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    Voci di dettaglio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    _________________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hanging="567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3. Spese per gestione immobili (ad es. piccole manu</w:t>
      </w:r>
      <w:r>
        <w:rPr>
          <w:rFonts w:ascii="Arial" w:hAnsi="Arial" w:cs="Arial"/>
          <w:sz w:val="24"/>
          <w:szCs w:val="24"/>
        </w:rPr>
        <w:t xml:space="preserve">tenzioni ordinarie strettamente </w:t>
      </w:r>
      <w:r w:rsidRPr="003F51F4">
        <w:rPr>
          <w:rFonts w:ascii="Arial" w:hAnsi="Arial" w:cs="Arial"/>
          <w:sz w:val="24"/>
          <w:szCs w:val="24"/>
        </w:rPr>
        <w:t>necessarie allo svolgimento delle attività progettuali, utenze e affitti), acquisto attrezzature, materiale di consumo, beni strumentali, piccoli arredi, ecc.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3F51F4">
        <w:rPr>
          <w:rFonts w:ascii="Arial" w:hAnsi="Arial" w:cs="Arial"/>
          <w:sz w:val="24"/>
          <w:szCs w:val="24"/>
        </w:rPr>
        <w:t>Voci di dettaglio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    _________________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4. Spese per acquisto servizi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    Voci di dettaglio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    _________________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    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5. Spese per attività di formazione, promozionali e divulgative 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    Voci di dettaglio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    _________________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6. Rimborsi spese volontari 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    Voci di dettaglio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    _________________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EA7746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7.  Spese per assicurazioni (ad eccezione di quelle previste per gli associati degli Enti di </w:t>
      </w:r>
      <w:r>
        <w:rPr>
          <w:rFonts w:ascii="Arial" w:hAnsi="Arial" w:cs="Arial"/>
          <w:sz w:val="24"/>
          <w:szCs w:val="24"/>
        </w:rPr>
        <w:t xml:space="preserve"> 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3F51F4">
        <w:rPr>
          <w:rFonts w:ascii="Arial" w:hAnsi="Arial" w:cs="Arial"/>
          <w:sz w:val="24"/>
          <w:szCs w:val="24"/>
        </w:rPr>
        <w:t>TS proponenti o aderenti al progetto)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     Voci di dettaglio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     _________________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EA7746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8.  Altre voci di costo</w:t>
      </w:r>
      <w:r>
        <w:rPr>
          <w:rFonts w:ascii="Arial" w:hAnsi="Arial" w:cs="Arial"/>
          <w:sz w:val="24"/>
          <w:szCs w:val="24"/>
        </w:rPr>
        <w:t xml:space="preserve"> (Sanificazione ambienti, igienizzanti, dispositivi di protezione      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individuale)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     Voci di dettaglio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     _________________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Costo totale del progetto ______________________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3F51F4">
        <w:rPr>
          <w:rFonts w:ascii="Arial" w:hAnsi="Arial" w:cs="Arial"/>
          <w:b/>
          <w:bCs/>
          <w:sz w:val="24"/>
          <w:szCs w:val="24"/>
        </w:rPr>
        <w:t xml:space="preserve">ENTRATE PREVISTE 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1. finanziamento regionale richiesto  _____________________ 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2. Cofinanziamento Enti TS proponenti  _____________________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3. Cofinanziamento di Enti pubblici    _____________________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>4. Altro                              _____________________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sz w:val="24"/>
          <w:szCs w:val="24"/>
        </w:rPr>
        <w:tab/>
      </w:r>
      <w:r w:rsidRPr="003F51F4">
        <w:rPr>
          <w:rFonts w:ascii="Arial" w:hAnsi="Arial" w:cs="Arial"/>
          <w:b/>
          <w:bCs/>
          <w:sz w:val="24"/>
          <w:szCs w:val="24"/>
        </w:rPr>
        <w:t>Totale</w:t>
      </w:r>
      <w:r w:rsidRPr="003F51F4">
        <w:rPr>
          <w:rFonts w:ascii="Arial" w:hAnsi="Arial" w:cs="Arial"/>
          <w:sz w:val="24"/>
          <w:szCs w:val="24"/>
        </w:rPr>
        <w:t xml:space="preserve">                 _____________________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  </w:t>
      </w:r>
    </w:p>
    <w:p w:rsidR="00EA7746" w:rsidRPr="003F51F4" w:rsidRDefault="00EA7746" w:rsidP="00124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autoSpaceDE w:val="0"/>
        <w:autoSpaceDN w:val="0"/>
        <w:adjustRightInd w:val="0"/>
        <w:rPr>
          <w:rFonts w:ascii="Arial" w:hAnsi="Arial" w:cs="Arial"/>
          <w:color w:val="FF0000"/>
          <w:sz w:val="24"/>
          <w:szCs w:val="24"/>
        </w:rPr>
      </w:pPr>
    </w:p>
    <w:p w:rsidR="00EA7746" w:rsidRPr="003F51F4" w:rsidRDefault="00EA7746" w:rsidP="00124FD7">
      <w:pPr>
        <w:autoSpaceDE w:val="0"/>
        <w:autoSpaceDN w:val="0"/>
        <w:adjustRightInd w:val="0"/>
        <w:jc w:val="right"/>
        <w:rPr>
          <w:rFonts w:ascii="Arial" w:hAnsi="Arial" w:cs="Arial"/>
          <w:color w:val="FF0000"/>
          <w:sz w:val="24"/>
          <w:szCs w:val="24"/>
        </w:rPr>
      </w:pPr>
    </w:p>
    <w:p w:rsidR="00EA7746" w:rsidRPr="003F51F4" w:rsidRDefault="00EA7746" w:rsidP="00124FD7">
      <w:pPr>
        <w:autoSpaceDE w:val="0"/>
        <w:autoSpaceDN w:val="0"/>
        <w:adjustRightInd w:val="0"/>
        <w:rPr>
          <w:rFonts w:ascii="Arial" w:hAnsi="Arial" w:cs="Arial"/>
          <w:color w:val="FF0000"/>
          <w:sz w:val="24"/>
          <w:szCs w:val="24"/>
        </w:rPr>
      </w:pPr>
    </w:p>
    <w:p w:rsidR="00EA7746" w:rsidRPr="003F51F4" w:rsidRDefault="00EA7746" w:rsidP="00124FD7">
      <w:pPr>
        <w:autoSpaceDE w:val="0"/>
        <w:autoSpaceDN w:val="0"/>
        <w:adjustRightInd w:val="0"/>
        <w:rPr>
          <w:rFonts w:ascii="Arial" w:hAnsi="Arial" w:cs="Arial"/>
          <w:color w:val="FF0000"/>
          <w:sz w:val="24"/>
          <w:szCs w:val="24"/>
        </w:rPr>
      </w:pPr>
    </w:p>
    <w:p w:rsidR="00EA7746" w:rsidRPr="003F51F4" w:rsidRDefault="00EA7746" w:rsidP="00124FD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EA7746" w:rsidRPr="003F51F4" w:rsidRDefault="00EA7746" w:rsidP="00124FD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3F51F4">
        <w:rPr>
          <w:rFonts w:ascii="Arial" w:hAnsi="Arial" w:cs="Arial"/>
          <w:sz w:val="24"/>
          <w:szCs w:val="24"/>
        </w:rPr>
        <w:t xml:space="preserve">                                                 firma</w:t>
      </w:r>
    </w:p>
    <w:p w:rsidR="00EA7746" w:rsidRPr="003F51F4" w:rsidRDefault="00EA7746" w:rsidP="00124FD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EA7746" w:rsidRDefault="00EA7746" w:rsidP="00124FD7">
      <w:r w:rsidRPr="003F51F4">
        <w:rPr>
          <w:rFonts w:ascii="Arial" w:hAnsi="Arial" w:cs="Arial"/>
          <w:sz w:val="24"/>
          <w:szCs w:val="24"/>
        </w:rPr>
        <w:t xml:space="preserve">                                      ____________________________</w:t>
      </w:r>
    </w:p>
    <w:p w:rsidR="00EA7746" w:rsidRPr="00124FD7" w:rsidRDefault="00EA7746" w:rsidP="00124FD7"/>
    <w:sectPr w:rsidR="00EA7746" w:rsidRPr="00124FD7" w:rsidSect="00F869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746" w:rsidRDefault="00EA7746" w:rsidP="00A2741F">
      <w:r>
        <w:separator/>
      </w:r>
    </w:p>
  </w:endnote>
  <w:endnote w:type="continuationSeparator" w:id="0">
    <w:p w:rsidR="00EA7746" w:rsidRDefault="00EA7746" w:rsidP="00A27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746" w:rsidRDefault="00EA774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746" w:rsidRDefault="00EA7746">
    <w:pPr>
      <w:pStyle w:val="Footer"/>
      <w:jc w:val="center"/>
    </w:pPr>
    <w:fldSimple w:instr=" PAGE   \* MERGEFORMAT ">
      <w:r>
        <w:rPr>
          <w:noProof/>
        </w:rPr>
        <w:t>4</w:t>
      </w:r>
    </w:fldSimple>
  </w:p>
  <w:p w:rsidR="00EA7746" w:rsidRDefault="00EA774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746" w:rsidRDefault="00EA77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746" w:rsidRDefault="00EA7746" w:rsidP="00A2741F">
      <w:r>
        <w:separator/>
      </w:r>
    </w:p>
  </w:footnote>
  <w:footnote w:type="continuationSeparator" w:id="0">
    <w:p w:rsidR="00EA7746" w:rsidRDefault="00EA7746" w:rsidP="00A274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746" w:rsidRDefault="00EA774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746" w:rsidRDefault="00EA774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746" w:rsidRDefault="00EA77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86A4FD4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0000003"/>
    <w:multiLevelType w:val="multilevel"/>
    <w:tmpl w:val="60FE7F6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20B0AEB"/>
    <w:multiLevelType w:val="hybridMultilevel"/>
    <w:tmpl w:val="15B89104"/>
    <w:lvl w:ilvl="0" w:tplc="47E6B148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06BC0FFF"/>
    <w:multiLevelType w:val="hybridMultilevel"/>
    <w:tmpl w:val="B470D816"/>
    <w:lvl w:ilvl="0" w:tplc="F224E738">
      <w:numFmt w:val="bullet"/>
      <w:lvlText w:val="-"/>
      <w:lvlJc w:val="left"/>
      <w:pPr>
        <w:ind w:left="1080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07C42C32"/>
    <w:multiLevelType w:val="hybridMultilevel"/>
    <w:tmpl w:val="7B889A3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087D6016"/>
    <w:multiLevelType w:val="hybridMultilevel"/>
    <w:tmpl w:val="6E5E78B6"/>
    <w:lvl w:ilvl="0" w:tplc="F224E738">
      <w:numFmt w:val="bullet"/>
      <w:lvlText w:val="-"/>
      <w:lvlJc w:val="left"/>
      <w:pPr>
        <w:ind w:left="786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6">
    <w:nsid w:val="08817E7A"/>
    <w:multiLevelType w:val="hybridMultilevel"/>
    <w:tmpl w:val="06E28000"/>
    <w:lvl w:ilvl="0" w:tplc="47E6B148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0A7F53E6"/>
    <w:multiLevelType w:val="hybridMultilevel"/>
    <w:tmpl w:val="FF9A4A7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0B0F5E9F"/>
    <w:multiLevelType w:val="hybridMultilevel"/>
    <w:tmpl w:val="30CA39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0D523B01"/>
    <w:multiLevelType w:val="multilevel"/>
    <w:tmpl w:val="FE84D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0DE1217E"/>
    <w:multiLevelType w:val="hybridMultilevel"/>
    <w:tmpl w:val="14CC14D0"/>
    <w:lvl w:ilvl="0" w:tplc="47E6B148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0E370055"/>
    <w:multiLevelType w:val="hybridMultilevel"/>
    <w:tmpl w:val="FCBC5D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>
    <w:nsid w:val="0E5808D9"/>
    <w:multiLevelType w:val="hybridMultilevel"/>
    <w:tmpl w:val="34C2689A"/>
    <w:lvl w:ilvl="0" w:tplc="47E6B148">
      <w:numFmt w:val="bullet"/>
      <w:lvlText w:val="•"/>
      <w:lvlJc w:val="left"/>
      <w:pPr>
        <w:ind w:left="1425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3">
    <w:nsid w:val="0E772425"/>
    <w:multiLevelType w:val="hybridMultilevel"/>
    <w:tmpl w:val="8C82FE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13456B5B"/>
    <w:multiLevelType w:val="hybridMultilevel"/>
    <w:tmpl w:val="660EA606"/>
    <w:lvl w:ilvl="0" w:tplc="04100003">
      <w:start w:val="1"/>
      <w:numFmt w:val="bullet"/>
      <w:lvlText w:val="o"/>
      <w:lvlJc w:val="left"/>
      <w:pPr>
        <w:ind w:left="1025" w:hanging="60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15587A75"/>
    <w:multiLevelType w:val="hybridMultilevel"/>
    <w:tmpl w:val="D8B2A8DE"/>
    <w:lvl w:ilvl="0" w:tplc="47E6B148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>
    <w:nsid w:val="19C6763D"/>
    <w:multiLevelType w:val="hybridMultilevel"/>
    <w:tmpl w:val="B022AD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E219C2"/>
    <w:multiLevelType w:val="hybridMultilevel"/>
    <w:tmpl w:val="5C663EBE"/>
    <w:lvl w:ilvl="0" w:tplc="F52C3116">
      <w:start w:val="1"/>
      <w:numFmt w:val="lowerLetter"/>
      <w:lvlText w:val="%1."/>
      <w:lvlJc w:val="left"/>
      <w:pPr>
        <w:ind w:left="795" w:hanging="435"/>
      </w:pPr>
      <w:rPr>
        <w:rFonts w:hint="default"/>
      </w:rPr>
    </w:lvl>
    <w:lvl w:ilvl="1" w:tplc="DBFCFD36">
      <w:start w:val="1"/>
      <w:numFmt w:val="lowerLetter"/>
      <w:lvlText w:val="%2)"/>
      <w:lvlJc w:val="left"/>
      <w:pPr>
        <w:ind w:left="876" w:hanging="450"/>
      </w:pPr>
      <w:rPr>
        <w:rFonts w:hint="default"/>
      </w:rPr>
    </w:lvl>
    <w:lvl w:ilvl="2" w:tplc="55A05AB4">
      <w:start w:val="6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753EFC"/>
    <w:multiLevelType w:val="multilevel"/>
    <w:tmpl w:val="086A4FD4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1CFC2BA9"/>
    <w:multiLevelType w:val="hybridMultilevel"/>
    <w:tmpl w:val="B61CF070"/>
    <w:lvl w:ilvl="0" w:tplc="B4325540">
      <w:start w:val="1"/>
      <w:numFmt w:val="lowerLetter"/>
      <w:lvlText w:val="%1)"/>
      <w:lvlJc w:val="left"/>
      <w:pPr>
        <w:ind w:left="1481" w:hanging="63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28586FF6"/>
    <w:multiLevelType w:val="hybridMultilevel"/>
    <w:tmpl w:val="E7FA0C02"/>
    <w:lvl w:ilvl="0" w:tplc="47E6B148">
      <w:numFmt w:val="bullet"/>
      <w:lvlText w:val="•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21">
    <w:nsid w:val="32547FE1"/>
    <w:multiLevelType w:val="hybridMultilevel"/>
    <w:tmpl w:val="5C2C8A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5B33F5"/>
    <w:multiLevelType w:val="hybridMultilevel"/>
    <w:tmpl w:val="DA2C841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74B09B5"/>
    <w:multiLevelType w:val="hybridMultilevel"/>
    <w:tmpl w:val="E1A65DA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8C37D0"/>
    <w:multiLevelType w:val="hybridMultilevel"/>
    <w:tmpl w:val="C82E0F7A"/>
    <w:lvl w:ilvl="0" w:tplc="47E6B148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>
    <w:nsid w:val="385B3FC2"/>
    <w:multiLevelType w:val="hybridMultilevel"/>
    <w:tmpl w:val="689CC3BC"/>
    <w:lvl w:ilvl="0" w:tplc="47E6B148">
      <w:numFmt w:val="bullet"/>
      <w:lvlText w:val="•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6">
    <w:nsid w:val="429F7D08"/>
    <w:multiLevelType w:val="hybridMultilevel"/>
    <w:tmpl w:val="F5E29F78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3FB432F"/>
    <w:multiLevelType w:val="hybridMultilevel"/>
    <w:tmpl w:val="4926B5E0"/>
    <w:lvl w:ilvl="0" w:tplc="47E6B148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8">
    <w:nsid w:val="48314815"/>
    <w:multiLevelType w:val="hybridMultilevel"/>
    <w:tmpl w:val="2354B13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9">
    <w:nsid w:val="4DED4F47"/>
    <w:multiLevelType w:val="hybridMultilevel"/>
    <w:tmpl w:val="32262EBE"/>
    <w:lvl w:ilvl="0" w:tplc="47E6B148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0">
    <w:nsid w:val="4EC2390E"/>
    <w:multiLevelType w:val="hybridMultilevel"/>
    <w:tmpl w:val="04045AF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1">
    <w:nsid w:val="4F8D2CD2"/>
    <w:multiLevelType w:val="hybridMultilevel"/>
    <w:tmpl w:val="68E22BB6"/>
    <w:lvl w:ilvl="0" w:tplc="F224E738">
      <w:numFmt w:val="bullet"/>
      <w:lvlText w:val="-"/>
      <w:lvlJc w:val="left"/>
      <w:pPr>
        <w:ind w:left="1800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32">
    <w:nsid w:val="4FC756D9"/>
    <w:multiLevelType w:val="hybridMultilevel"/>
    <w:tmpl w:val="E1A04298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3">
    <w:nsid w:val="51CD5C01"/>
    <w:multiLevelType w:val="hybridMultilevel"/>
    <w:tmpl w:val="B1F0B5D4"/>
    <w:lvl w:ilvl="0" w:tplc="47E6B148"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4">
    <w:nsid w:val="534017FD"/>
    <w:multiLevelType w:val="hybridMultilevel"/>
    <w:tmpl w:val="9DEAC40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538263F2"/>
    <w:multiLevelType w:val="hybridMultilevel"/>
    <w:tmpl w:val="18609FFA"/>
    <w:lvl w:ilvl="0" w:tplc="656E90A8">
      <w:start w:val="1"/>
      <w:numFmt w:val="lowerLetter"/>
      <w:lvlText w:val="%1)"/>
      <w:lvlJc w:val="left"/>
      <w:pPr>
        <w:ind w:left="1025" w:hanging="6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>
    <w:nsid w:val="547E404B"/>
    <w:multiLevelType w:val="multilevel"/>
    <w:tmpl w:val="FE84D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57366919"/>
    <w:multiLevelType w:val="hybridMultilevel"/>
    <w:tmpl w:val="7A8A5CD4"/>
    <w:lvl w:ilvl="0" w:tplc="47E6B148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8">
    <w:nsid w:val="5A484885"/>
    <w:multiLevelType w:val="hybridMultilevel"/>
    <w:tmpl w:val="EEB2DF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5BE107B9"/>
    <w:multiLevelType w:val="hybridMultilevel"/>
    <w:tmpl w:val="0ACA3048"/>
    <w:lvl w:ilvl="0" w:tplc="47E6B148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0">
    <w:nsid w:val="61513B05"/>
    <w:multiLevelType w:val="hybridMultilevel"/>
    <w:tmpl w:val="F1805A24"/>
    <w:lvl w:ilvl="0" w:tplc="47E6B148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1">
    <w:nsid w:val="62B21A60"/>
    <w:multiLevelType w:val="hybridMultilevel"/>
    <w:tmpl w:val="201C404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>
    <w:nsid w:val="684A3066"/>
    <w:multiLevelType w:val="hybridMultilevel"/>
    <w:tmpl w:val="D3F299F0"/>
    <w:lvl w:ilvl="0" w:tplc="47E6B148">
      <w:numFmt w:val="bullet"/>
      <w:lvlText w:val="•"/>
      <w:lvlJc w:val="left"/>
      <w:pPr>
        <w:ind w:left="1425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43">
    <w:nsid w:val="6C4E3526"/>
    <w:multiLevelType w:val="hybridMultilevel"/>
    <w:tmpl w:val="533A4D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>
    <w:nsid w:val="6E061835"/>
    <w:multiLevelType w:val="hybridMultilevel"/>
    <w:tmpl w:val="637865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060F8F"/>
    <w:multiLevelType w:val="multilevel"/>
    <w:tmpl w:val="F1805A24"/>
    <w:lvl w:ilvl="0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6">
    <w:nsid w:val="70567527"/>
    <w:multiLevelType w:val="hybridMultilevel"/>
    <w:tmpl w:val="70E812F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7">
    <w:nsid w:val="70BB7CA3"/>
    <w:multiLevelType w:val="hybridMultilevel"/>
    <w:tmpl w:val="CE985C40"/>
    <w:lvl w:ilvl="0" w:tplc="47E6B148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8">
    <w:nsid w:val="7DA21694"/>
    <w:multiLevelType w:val="hybridMultilevel"/>
    <w:tmpl w:val="C8B6807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9"/>
  </w:num>
  <w:num w:numId="3">
    <w:abstractNumId w:val="17"/>
  </w:num>
  <w:num w:numId="4">
    <w:abstractNumId w:val="35"/>
  </w:num>
  <w:num w:numId="5">
    <w:abstractNumId w:val="19"/>
  </w:num>
  <w:num w:numId="6">
    <w:abstractNumId w:val="44"/>
  </w:num>
  <w:num w:numId="7">
    <w:abstractNumId w:val="21"/>
  </w:num>
  <w:num w:numId="8">
    <w:abstractNumId w:val="27"/>
  </w:num>
  <w:num w:numId="9">
    <w:abstractNumId w:val="40"/>
  </w:num>
  <w:num w:numId="10">
    <w:abstractNumId w:val="29"/>
  </w:num>
  <w:num w:numId="11">
    <w:abstractNumId w:val="10"/>
  </w:num>
  <w:num w:numId="12">
    <w:abstractNumId w:val="43"/>
  </w:num>
  <w:num w:numId="13">
    <w:abstractNumId w:val="2"/>
  </w:num>
  <w:num w:numId="14">
    <w:abstractNumId w:val="36"/>
  </w:num>
  <w:num w:numId="15">
    <w:abstractNumId w:val="6"/>
  </w:num>
  <w:num w:numId="16">
    <w:abstractNumId w:val="37"/>
  </w:num>
  <w:num w:numId="17">
    <w:abstractNumId w:val="12"/>
  </w:num>
  <w:num w:numId="18">
    <w:abstractNumId w:val="42"/>
  </w:num>
  <w:num w:numId="19">
    <w:abstractNumId w:val="25"/>
  </w:num>
  <w:num w:numId="20">
    <w:abstractNumId w:val="4"/>
  </w:num>
  <w:num w:numId="21">
    <w:abstractNumId w:val="41"/>
  </w:num>
  <w:num w:numId="22">
    <w:abstractNumId w:val="30"/>
  </w:num>
  <w:num w:numId="23">
    <w:abstractNumId w:val="46"/>
  </w:num>
  <w:num w:numId="24">
    <w:abstractNumId w:val="33"/>
  </w:num>
  <w:num w:numId="25">
    <w:abstractNumId w:val="7"/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18"/>
  </w:num>
  <w:num w:numId="29">
    <w:abstractNumId w:val="28"/>
  </w:num>
  <w:num w:numId="30">
    <w:abstractNumId w:val="11"/>
  </w:num>
  <w:num w:numId="31">
    <w:abstractNumId w:val="48"/>
  </w:num>
  <w:num w:numId="32">
    <w:abstractNumId w:val="47"/>
  </w:num>
  <w:num w:numId="33">
    <w:abstractNumId w:val="20"/>
  </w:num>
  <w:num w:numId="34">
    <w:abstractNumId w:val="15"/>
  </w:num>
  <w:num w:numId="35">
    <w:abstractNumId w:val="3"/>
  </w:num>
  <w:num w:numId="36">
    <w:abstractNumId w:val="32"/>
  </w:num>
  <w:num w:numId="37">
    <w:abstractNumId w:val="22"/>
  </w:num>
  <w:num w:numId="38">
    <w:abstractNumId w:val="23"/>
  </w:num>
  <w:num w:numId="39">
    <w:abstractNumId w:val="39"/>
  </w:num>
  <w:num w:numId="40">
    <w:abstractNumId w:val="24"/>
  </w:num>
  <w:num w:numId="41">
    <w:abstractNumId w:val="31"/>
  </w:num>
  <w:num w:numId="42">
    <w:abstractNumId w:val="8"/>
  </w:num>
  <w:num w:numId="43">
    <w:abstractNumId w:val="38"/>
  </w:num>
  <w:num w:numId="44">
    <w:abstractNumId w:val="26"/>
  </w:num>
  <w:num w:numId="45">
    <w:abstractNumId w:val="14"/>
  </w:num>
  <w:num w:numId="46">
    <w:abstractNumId w:val="34"/>
  </w:num>
  <w:num w:numId="4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3"/>
  </w:num>
  <w:num w:numId="49">
    <w:abstractNumId w:val="4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27E9"/>
    <w:rsid w:val="000013FE"/>
    <w:rsid w:val="00002B01"/>
    <w:rsid w:val="000101D2"/>
    <w:rsid w:val="000112BD"/>
    <w:rsid w:val="00011ECB"/>
    <w:rsid w:val="00012727"/>
    <w:rsid w:val="00012A46"/>
    <w:rsid w:val="00014159"/>
    <w:rsid w:val="00015D11"/>
    <w:rsid w:val="00021E79"/>
    <w:rsid w:val="00026575"/>
    <w:rsid w:val="0002747A"/>
    <w:rsid w:val="00031936"/>
    <w:rsid w:val="00034FE8"/>
    <w:rsid w:val="0003594F"/>
    <w:rsid w:val="00044348"/>
    <w:rsid w:val="00045A8D"/>
    <w:rsid w:val="00047F86"/>
    <w:rsid w:val="0005163C"/>
    <w:rsid w:val="0005204F"/>
    <w:rsid w:val="000534DE"/>
    <w:rsid w:val="000542E9"/>
    <w:rsid w:val="00055AB2"/>
    <w:rsid w:val="00055D13"/>
    <w:rsid w:val="000618AF"/>
    <w:rsid w:val="00062848"/>
    <w:rsid w:val="00066ED3"/>
    <w:rsid w:val="00066F2B"/>
    <w:rsid w:val="000719CE"/>
    <w:rsid w:val="00071E8C"/>
    <w:rsid w:val="0007258A"/>
    <w:rsid w:val="00072A85"/>
    <w:rsid w:val="000747BF"/>
    <w:rsid w:val="0007504C"/>
    <w:rsid w:val="0008064E"/>
    <w:rsid w:val="00085DC1"/>
    <w:rsid w:val="00086243"/>
    <w:rsid w:val="0008698A"/>
    <w:rsid w:val="00087706"/>
    <w:rsid w:val="00087740"/>
    <w:rsid w:val="000911BB"/>
    <w:rsid w:val="00091ECD"/>
    <w:rsid w:val="00093D63"/>
    <w:rsid w:val="00096B0C"/>
    <w:rsid w:val="00096D12"/>
    <w:rsid w:val="00097556"/>
    <w:rsid w:val="00097BD0"/>
    <w:rsid w:val="000A244B"/>
    <w:rsid w:val="000A60C7"/>
    <w:rsid w:val="000B2112"/>
    <w:rsid w:val="000B6A53"/>
    <w:rsid w:val="000C024A"/>
    <w:rsid w:val="000C05F4"/>
    <w:rsid w:val="000C1E72"/>
    <w:rsid w:val="000C1F38"/>
    <w:rsid w:val="000C2238"/>
    <w:rsid w:val="000C24EC"/>
    <w:rsid w:val="000C2C48"/>
    <w:rsid w:val="000C449A"/>
    <w:rsid w:val="000C5BA2"/>
    <w:rsid w:val="000C76C5"/>
    <w:rsid w:val="000D051C"/>
    <w:rsid w:val="000D2AD8"/>
    <w:rsid w:val="000D3963"/>
    <w:rsid w:val="000D46E8"/>
    <w:rsid w:val="000D63BA"/>
    <w:rsid w:val="000D6B35"/>
    <w:rsid w:val="000D7D17"/>
    <w:rsid w:val="000E1C8A"/>
    <w:rsid w:val="000E2093"/>
    <w:rsid w:val="000E2670"/>
    <w:rsid w:val="000E4FF6"/>
    <w:rsid w:val="000E527E"/>
    <w:rsid w:val="000F0D9D"/>
    <w:rsid w:val="000F0EB4"/>
    <w:rsid w:val="000F0F00"/>
    <w:rsid w:val="000F2C77"/>
    <w:rsid w:val="000F7E00"/>
    <w:rsid w:val="000F7E11"/>
    <w:rsid w:val="00100B21"/>
    <w:rsid w:val="00101EDE"/>
    <w:rsid w:val="00103803"/>
    <w:rsid w:val="00103F76"/>
    <w:rsid w:val="00106D62"/>
    <w:rsid w:val="00107557"/>
    <w:rsid w:val="0010766F"/>
    <w:rsid w:val="001112DF"/>
    <w:rsid w:val="001118D5"/>
    <w:rsid w:val="001170E4"/>
    <w:rsid w:val="00123DDA"/>
    <w:rsid w:val="00124FD7"/>
    <w:rsid w:val="00125C5C"/>
    <w:rsid w:val="001279C9"/>
    <w:rsid w:val="00127ADE"/>
    <w:rsid w:val="001302CC"/>
    <w:rsid w:val="00130AD1"/>
    <w:rsid w:val="001314E1"/>
    <w:rsid w:val="001325A1"/>
    <w:rsid w:val="00136FFA"/>
    <w:rsid w:val="00141BCC"/>
    <w:rsid w:val="00143045"/>
    <w:rsid w:val="00143475"/>
    <w:rsid w:val="00151174"/>
    <w:rsid w:val="00154565"/>
    <w:rsid w:val="00155B04"/>
    <w:rsid w:val="00156D7C"/>
    <w:rsid w:val="001600C5"/>
    <w:rsid w:val="00160D21"/>
    <w:rsid w:val="001635C5"/>
    <w:rsid w:val="001652E3"/>
    <w:rsid w:val="00166C9B"/>
    <w:rsid w:val="00166FCD"/>
    <w:rsid w:val="001724D9"/>
    <w:rsid w:val="001740F6"/>
    <w:rsid w:val="0017599D"/>
    <w:rsid w:val="00176329"/>
    <w:rsid w:val="0018597D"/>
    <w:rsid w:val="00186308"/>
    <w:rsid w:val="00191302"/>
    <w:rsid w:val="00191573"/>
    <w:rsid w:val="00194E24"/>
    <w:rsid w:val="00195168"/>
    <w:rsid w:val="001A5103"/>
    <w:rsid w:val="001B5D5A"/>
    <w:rsid w:val="001B682D"/>
    <w:rsid w:val="001B7E7D"/>
    <w:rsid w:val="001C17BC"/>
    <w:rsid w:val="001C1DB4"/>
    <w:rsid w:val="001C2FD2"/>
    <w:rsid w:val="001C397E"/>
    <w:rsid w:val="001C57E1"/>
    <w:rsid w:val="001C5B1C"/>
    <w:rsid w:val="001C639E"/>
    <w:rsid w:val="001C66C2"/>
    <w:rsid w:val="001C6DE7"/>
    <w:rsid w:val="001C71E4"/>
    <w:rsid w:val="001D1628"/>
    <w:rsid w:val="001D44B2"/>
    <w:rsid w:val="001D5BD0"/>
    <w:rsid w:val="001D6E4A"/>
    <w:rsid w:val="001E011A"/>
    <w:rsid w:val="001E2513"/>
    <w:rsid w:val="001E34BE"/>
    <w:rsid w:val="001E3AD3"/>
    <w:rsid w:val="001E4102"/>
    <w:rsid w:val="001E41AA"/>
    <w:rsid w:val="001E45C6"/>
    <w:rsid w:val="001E4D4B"/>
    <w:rsid w:val="001E72C5"/>
    <w:rsid w:val="001F0007"/>
    <w:rsid w:val="001F3418"/>
    <w:rsid w:val="001F5963"/>
    <w:rsid w:val="001F79C5"/>
    <w:rsid w:val="00204B09"/>
    <w:rsid w:val="002052D1"/>
    <w:rsid w:val="002062F0"/>
    <w:rsid w:val="00206F74"/>
    <w:rsid w:val="0020717A"/>
    <w:rsid w:val="00213FD2"/>
    <w:rsid w:val="00214CEF"/>
    <w:rsid w:val="0021580C"/>
    <w:rsid w:val="00215B46"/>
    <w:rsid w:val="002160A9"/>
    <w:rsid w:val="00216700"/>
    <w:rsid w:val="00216CCE"/>
    <w:rsid w:val="00217C36"/>
    <w:rsid w:val="00220C6F"/>
    <w:rsid w:val="00220DA2"/>
    <w:rsid w:val="00221FB4"/>
    <w:rsid w:val="00225AD5"/>
    <w:rsid w:val="002308A3"/>
    <w:rsid w:val="002317D8"/>
    <w:rsid w:val="002322E1"/>
    <w:rsid w:val="002333A8"/>
    <w:rsid w:val="002334CC"/>
    <w:rsid w:val="00234CDD"/>
    <w:rsid w:val="00236116"/>
    <w:rsid w:val="00236CF1"/>
    <w:rsid w:val="002427B1"/>
    <w:rsid w:val="002428F5"/>
    <w:rsid w:val="002432C4"/>
    <w:rsid w:val="0024395A"/>
    <w:rsid w:val="0025292F"/>
    <w:rsid w:val="002557B7"/>
    <w:rsid w:val="00255ED4"/>
    <w:rsid w:val="0025627C"/>
    <w:rsid w:val="002568A6"/>
    <w:rsid w:val="00256DAB"/>
    <w:rsid w:val="00260D02"/>
    <w:rsid w:val="00263167"/>
    <w:rsid w:val="00266870"/>
    <w:rsid w:val="00266FB2"/>
    <w:rsid w:val="00267888"/>
    <w:rsid w:val="00267D36"/>
    <w:rsid w:val="00270FC0"/>
    <w:rsid w:val="00272026"/>
    <w:rsid w:val="00272358"/>
    <w:rsid w:val="0027383A"/>
    <w:rsid w:val="00273A4C"/>
    <w:rsid w:val="00280321"/>
    <w:rsid w:val="00280847"/>
    <w:rsid w:val="00283996"/>
    <w:rsid w:val="00285A98"/>
    <w:rsid w:val="0028627F"/>
    <w:rsid w:val="00286F0E"/>
    <w:rsid w:val="0028700B"/>
    <w:rsid w:val="00287A3B"/>
    <w:rsid w:val="00292D1D"/>
    <w:rsid w:val="002958C5"/>
    <w:rsid w:val="002963F5"/>
    <w:rsid w:val="00296520"/>
    <w:rsid w:val="00296E3C"/>
    <w:rsid w:val="002A706E"/>
    <w:rsid w:val="002B0FA1"/>
    <w:rsid w:val="002B503A"/>
    <w:rsid w:val="002B57E8"/>
    <w:rsid w:val="002B6804"/>
    <w:rsid w:val="002B7090"/>
    <w:rsid w:val="002C0B59"/>
    <w:rsid w:val="002C300A"/>
    <w:rsid w:val="002C515D"/>
    <w:rsid w:val="002C6E2B"/>
    <w:rsid w:val="002D0F34"/>
    <w:rsid w:val="002D0F35"/>
    <w:rsid w:val="002D27BA"/>
    <w:rsid w:val="002D37E2"/>
    <w:rsid w:val="002E0B97"/>
    <w:rsid w:val="002E1EDE"/>
    <w:rsid w:val="002E3B6B"/>
    <w:rsid w:val="002E3BA8"/>
    <w:rsid w:val="002E4E23"/>
    <w:rsid w:val="002E5071"/>
    <w:rsid w:val="002E512E"/>
    <w:rsid w:val="002E7D26"/>
    <w:rsid w:val="002F07BD"/>
    <w:rsid w:val="002F229C"/>
    <w:rsid w:val="002F4D27"/>
    <w:rsid w:val="002F7088"/>
    <w:rsid w:val="00300E7A"/>
    <w:rsid w:val="00304008"/>
    <w:rsid w:val="003053B9"/>
    <w:rsid w:val="003065EB"/>
    <w:rsid w:val="00306BE4"/>
    <w:rsid w:val="00310673"/>
    <w:rsid w:val="003117F1"/>
    <w:rsid w:val="003126BC"/>
    <w:rsid w:val="00313F88"/>
    <w:rsid w:val="00320DE5"/>
    <w:rsid w:val="0032160C"/>
    <w:rsid w:val="003231E9"/>
    <w:rsid w:val="00323523"/>
    <w:rsid w:val="00323CDF"/>
    <w:rsid w:val="003241F4"/>
    <w:rsid w:val="0032516D"/>
    <w:rsid w:val="0032548B"/>
    <w:rsid w:val="00325CD6"/>
    <w:rsid w:val="00327439"/>
    <w:rsid w:val="00330100"/>
    <w:rsid w:val="003327B8"/>
    <w:rsid w:val="00333E48"/>
    <w:rsid w:val="003355DE"/>
    <w:rsid w:val="0033736D"/>
    <w:rsid w:val="0033797F"/>
    <w:rsid w:val="0034268A"/>
    <w:rsid w:val="00347009"/>
    <w:rsid w:val="00350437"/>
    <w:rsid w:val="003514FE"/>
    <w:rsid w:val="003523CD"/>
    <w:rsid w:val="00352D3F"/>
    <w:rsid w:val="00353A82"/>
    <w:rsid w:val="00353E16"/>
    <w:rsid w:val="00355A78"/>
    <w:rsid w:val="00355DB8"/>
    <w:rsid w:val="00355FA6"/>
    <w:rsid w:val="003561B8"/>
    <w:rsid w:val="00356262"/>
    <w:rsid w:val="00356A29"/>
    <w:rsid w:val="003574EF"/>
    <w:rsid w:val="00360AB4"/>
    <w:rsid w:val="00363A98"/>
    <w:rsid w:val="003656D6"/>
    <w:rsid w:val="00365C88"/>
    <w:rsid w:val="00370F47"/>
    <w:rsid w:val="00371D16"/>
    <w:rsid w:val="003725C0"/>
    <w:rsid w:val="00373A44"/>
    <w:rsid w:val="00380E22"/>
    <w:rsid w:val="00382FEC"/>
    <w:rsid w:val="003865D6"/>
    <w:rsid w:val="00390835"/>
    <w:rsid w:val="003918E1"/>
    <w:rsid w:val="003922CB"/>
    <w:rsid w:val="00392DE7"/>
    <w:rsid w:val="003946D8"/>
    <w:rsid w:val="003969BC"/>
    <w:rsid w:val="00397068"/>
    <w:rsid w:val="003A0993"/>
    <w:rsid w:val="003A1822"/>
    <w:rsid w:val="003A22A6"/>
    <w:rsid w:val="003A32EC"/>
    <w:rsid w:val="003A3FE8"/>
    <w:rsid w:val="003B07A6"/>
    <w:rsid w:val="003B187E"/>
    <w:rsid w:val="003B1DEC"/>
    <w:rsid w:val="003B368E"/>
    <w:rsid w:val="003B39D6"/>
    <w:rsid w:val="003B4143"/>
    <w:rsid w:val="003B64F3"/>
    <w:rsid w:val="003B6719"/>
    <w:rsid w:val="003B7057"/>
    <w:rsid w:val="003B7790"/>
    <w:rsid w:val="003B7F42"/>
    <w:rsid w:val="003C0BDF"/>
    <w:rsid w:val="003C10EF"/>
    <w:rsid w:val="003C5624"/>
    <w:rsid w:val="003C5AEC"/>
    <w:rsid w:val="003D03A7"/>
    <w:rsid w:val="003D15B9"/>
    <w:rsid w:val="003D174A"/>
    <w:rsid w:val="003D405B"/>
    <w:rsid w:val="003D5571"/>
    <w:rsid w:val="003D5D2C"/>
    <w:rsid w:val="003D5D4C"/>
    <w:rsid w:val="003D5EB5"/>
    <w:rsid w:val="003D6014"/>
    <w:rsid w:val="003D7B9A"/>
    <w:rsid w:val="003E043A"/>
    <w:rsid w:val="003E2B32"/>
    <w:rsid w:val="003E4406"/>
    <w:rsid w:val="003E6AE1"/>
    <w:rsid w:val="003F51F4"/>
    <w:rsid w:val="003F6A5B"/>
    <w:rsid w:val="003F7642"/>
    <w:rsid w:val="0040150D"/>
    <w:rsid w:val="004035D3"/>
    <w:rsid w:val="0040372F"/>
    <w:rsid w:val="00405BAF"/>
    <w:rsid w:val="00405F5D"/>
    <w:rsid w:val="00406C4C"/>
    <w:rsid w:val="00407A43"/>
    <w:rsid w:val="004117DA"/>
    <w:rsid w:val="0041373D"/>
    <w:rsid w:val="004169EF"/>
    <w:rsid w:val="004171C1"/>
    <w:rsid w:val="004179E0"/>
    <w:rsid w:val="00421140"/>
    <w:rsid w:val="00421817"/>
    <w:rsid w:val="0042273A"/>
    <w:rsid w:val="00423144"/>
    <w:rsid w:val="00424729"/>
    <w:rsid w:val="004255FD"/>
    <w:rsid w:val="004303B6"/>
    <w:rsid w:val="00430E7D"/>
    <w:rsid w:val="0043113D"/>
    <w:rsid w:val="00443257"/>
    <w:rsid w:val="0044396B"/>
    <w:rsid w:val="00443B35"/>
    <w:rsid w:val="00444470"/>
    <w:rsid w:val="00445B88"/>
    <w:rsid w:val="00447BDE"/>
    <w:rsid w:val="00447C08"/>
    <w:rsid w:val="00450222"/>
    <w:rsid w:val="004515B4"/>
    <w:rsid w:val="004519CC"/>
    <w:rsid w:val="00457340"/>
    <w:rsid w:val="00462F4D"/>
    <w:rsid w:val="00464A53"/>
    <w:rsid w:val="0046686B"/>
    <w:rsid w:val="004669A5"/>
    <w:rsid w:val="00467BC1"/>
    <w:rsid w:val="004728FF"/>
    <w:rsid w:val="00474186"/>
    <w:rsid w:val="00476ECE"/>
    <w:rsid w:val="00484CE2"/>
    <w:rsid w:val="004865AB"/>
    <w:rsid w:val="00486FB7"/>
    <w:rsid w:val="00491135"/>
    <w:rsid w:val="00491BB8"/>
    <w:rsid w:val="004931F7"/>
    <w:rsid w:val="00494644"/>
    <w:rsid w:val="0049566C"/>
    <w:rsid w:val="00496398"/>
    <w:rsid w:val="00496A5C"/>
    <w:rsid w:val="00496B16"/>
    <w:rsid w:val="00496F3D"/>
    <w:rsid w:val="004A11DC"/>
    <w:rsid w:val="004A2464"/>
    <w:rsid w:val="004A3E94"/>
    <w:rsid w:val="004A6B44"/>
    <w:rsid w:val="004B262B"/>
    <w:rsid w:val="004B4A47"/>
    <w:rsid w:val="004B540A"/>
    <w:rsid w:val="004B5B3E"/>
    <w:rsid w:val="004B5F3D"/>
    <w:rsid w:val="004B6532"/>
    <w:rsid w:val="004C0121"/>
    <w:rsid w:val="004C1FC4"/>
    <w:rsid w:val="004C3B5B"/>
    <w:rsid w:val="004C5DCA"/>
    <w:rsid w:val="004C5EB3"/>
    <w:rsid w:val="004D0AAE"/>
    <w:rsid w:val="004D0B6D"/>
    <w:rsid w:val="004D0BED"/>
    <w:rsid w:val="004D2CB6"/>
    <w:rsid w:val="004D43CA"/>
    <w:rsid w:val="004D6D8D"/>
    <w:rsid w:val="004E16F2"/>
    <w:rsid w:val="004E48D0"/>
    <w:rsid w:val="004F100E"/>
    <w:rsid w:val="004F1A77"/>
    <w:rsid w:val="004F4372"/>
    <w:rsid w:val="004F4598"/>
    <w:rsid w:val="004F4A63"/>
    <w:rsid w:val="004F5A62"/>
    <w:rsid w:val="004F7B26"/>
    <w:rsid w:val="0050126D"/>
    <w:rsid w:val="005026D7"/>
    <w:rsid w:val="00506040"/>
    <w:rsid w:val="00507B58"/>
    <w:rsid w:val="00510408"/>
    <w:rsid w:val="00517306"/>
    <w:rsid w:val="00520112"/>
    <w:rsid w:val="00522CD7"/>
    <w:rsid w:val="0052674B"/>
    <w:rsid w:val="00530067"/>
    <w:rsid w:val="0053423C"/>
    <w:rsid w:val="00535962"/>
    <w:rsid w:val="0054053A"/>
    <w:rsid w:val="00540D35"/>
    <w:rsid w:val="0054144E"/>
    <w:rsid w:val="00545814"/>
    <w:rsid w:val="00547558"/>
    <w:rsid w:val="005505AF"/>
    <w:rsid w:val="005548BB"/>
    <w:rsid w:val="00554AFB"/>
    <w:rsid w:val="00555390"/>
    <w:rsid w:val="005573D7"/>
    <w:rsid w:val="00557AB3"/>
    <w:rsid w:val="00557C3F"/>
    <w:rsid w:val="00557E39"/>
    <w:rsid w:val="00560EC1"/>
    <w:rsid w:val="005630E3"/>
    <w:rsid w:val="00563625"/>
    <w:rsid w:val="00563CED"/>
    <w:rsid w:val="0056645A"/>
    <w:rsid w:val="00570A97"/>
    <w:rsid w:val="00571CC5"/>
    <w:rsid w:val="00571E85"/>
    <w:rsid w:val="00577675"/>
    <w:rsid w:val="005776F3"/>
    <w:rsid w:val="00586D2C"/>
    <w:rsid w:val="00586E9F"/>
    <w:rsid w:val="00586FA8"/>
    <w:rsid w:val="00587D5C"/>
    <w:rsid w:val="00587F4A"/>
    <w:rsid w:val="0059061B"/>
    <w:rsid w:val="0059233B"/>
    <w:rsid w:val="00594990"/>
    <w:rsid w:val="00595AF8"/>
    <w:rsid w:val="00596325"/>
    <w:rsid w:val="005965E2"/>
    <w:rsid w:val="005968AE"/>
    <w:rsid w:val="005969AB"/>
    <w:rsid w:val="005A4CC7"/>
    <w:rsid w:val="005A4E67"/>
    <w:rsid w:val="005A57A2"/>
    <w:rsid w:val="005B0136"/>
    <w:rsid w:val="005B23A4"/>
    <w:rsid w:val="005B3669"/>
    <w:rsid w:val="005B369D"/>
    <w:rsid w:val="005B421F"/>
    <w:rsid w:val="005B5791"/>
    <w:rsid w:val="005B590F"/>
    <w:rsid w:val="005B6683"/>
    <w:rsid w:val="005B7E20"/>
    <w:rsid w:val="005C1B00"/>
    <w:rsid w:val="005C1FCA"/>
    <w:rsid w:val="005C2174"/>
    <w:rsid w:val="005C4494"/>
    <w:rsid w:val="005C4958"/>
    <w:rsid w:val="005C4FD5"/>
    <w:rsid w:val="005C6628"/>
    <w:rsid w:val="005D2054"/>
    <w:rsid w:val="005D40AD"/>
    <w:rsid w:val="005D4846"/>
    <w:rsid w:val="005D5F34"/>
    <w:rsid w:val="005D7AF4"/>
    <w:rsid w:val="005E09F1"/>
    <w:rsid w:val="005E0A49"/>
    <w:rsid w:val="005E10A6"/>
    <w:rsid w:val="005E12F9"/>
    <w:rsid w:val="005E3020"/>
    <w:rsid w:val="005E3D2E"/>
    <w:rsid w:val="005E4E81"/>
    <w:rsid w:val="005E563D"/>
    <w:rsid w:val="005E772C"/>
    <w:rsid w:val="005E7905"/>
    <w:rsid w:val="005E7C43"/>
    <w:rsid w:val="005F1090"/>
    <w:rsid w:val="005F541C"/>
    <w:rsid w:val="005F6FA0"/>
    <w:rsid w:val="00604D8B"/>
    <w:rsid w:val="006065B4"/>
    <w:rsid w:val="006068D2"/>
    <w:rsid w:val="006069BE"/>
    <w:rsid w:val="00606F5A"/>
    <w:rsid w:val="0061524C"/>
    <w:rsid w:val="00617B20"/>
    <w:rsid w:val="00620C4E"/>
    <w:rsid w:val="0062778F"/>
    <w:rsid w:val="0063026B"/>
    <w:rsid w:val="0063222B"/>
    <w:rsid w:val="006322A5"/>
    <w:rsid w:val="00633972"/>
    <w:rsid w:val="00633E6A"/>
    <w:rsid w:val="00634A3A"/>
    <w:rsid w:val="00635684"/>
    <w:rsid w:val="00635C50"/>
    <w:rsid w:val="00637794"/>
    <w:rsid w:val="006377EA"/>
    <w:rsid w:val="006405A9"/>
    <w:rsid w:val="00642A7D"/>
    <w:rsid w:val="00644BDA"/>
    <w:rsid w:val="00644E86"/>
    <w:rsid w:val="006451BC"/>
    <w:rsid w:val="006453ED"/>
    <w:rsid w:val="006513C8"/>
    <w:rsid w:val="006517D9"/>
    <w:rsid w:val="00651C75"/>
    <w:rsid w:val="00652AE5"/>
    <w:rsid w:val="00653E63"/>
    <w:rsid w:val="006545C1"/>
    <w:rsid w:val="00654C4B"/>
    <w:rsid w:val="00657A84"/>
    <w:rsid w:val="006602FF"/>
    <w:rsid w:val="00661037"/>
    <w:rsid w:val="00661A81"/>
    <w:rsid w:val="00663D16"/>
    <w:rsid w:val="006678C5"/>
    <w:rsid w:val="00673BF8"/>
    <w:rsid w:val="00675B78"/>
    <w:rsid w:val="006803DC"/>
    <w:rsid w:val="00680EDC"/>
    <w:rsid w:val="006811C2"/>
    <w:rsid w:val="00681270"/>
    <w:rsid w:val="00682203"/>
    <w:rsid w:val="0068400B"/>
    <w:rsid w:val="006849C1"/>
    <w:rsid w:val="00687504"/>
    <w:rsid w:val="006876C5"/>
    <w:rsid w:val="006902B3"/>
    <w:rsid w:val="006912C0"/>
    <w:rsid w:val="006A0BBC"/>
    <w:rsid w:val="006A13BA"/>
    <w:rsid w:val="006A2130"/>
    <w:rsid w:val="006A60D4"/>
    <w:rsid w:val="006B2CD6"/>
    <w:rsid w:val="006B3873"/>
    <w:rsid w:val="006B39C3"/>
    <w:rsid w:val="006B3CE6"/>
    <w:rsid w:val="006B63FB"/>
    <w:rsid w:val="006B7817"/>
    <w:rsid w:val="006C120C"/>
    <w:rsid w:val="006C1EB9"/>
    <w:rsid w:val="006C45F0"/>
    <w:rsid w:val="006C65C0"/>
    <w:rsid w:val="006C739A"/>
    <w:rsid w:val="006C798A"/>
    <w:rsid w:val="006C7C2A"/>
    <w:rsid w:val="006D0058"/>
    <w:rsid w:val="006D0FD9"/>
    <w:rsid w:val="006D1906"/>
    <w:rsid w:val="006D2631"/>
    <w:rsid w:val="006D472B"/>
    <w:rsid w:val="006E036C"/>
    <w:rsid w:val="006E13C3"/>
    <w:rsid w:val="006E2933"/>
    <w:rsid w:val="006E3E0F"/>
    <w:rsid w:val="006E72B5"/>
    <w:rsid w:val="006E7780"/>
    <w:rsid w:val="006F0FD9"/>
    <w:rsid w:val="006F17C8"/>
    <w:rsid w:val="006F1CE5"/>
    <w:rsid w:val="006F24E2"/>
    <w:rsid w:val="006F5796"/>
    <w:rsid w:val="007003D2"/>
    <w:rsid w:val="00701167"/>
    <w:rsid w:val="007023AF"/>
    <w:rsid w:val="0070296C"/>
    <w:rsid w:val="00702E2C"/>
    <w:rsid w:val="00703074"/>
    <w:rsid w:val="007032E3"/>
    <w:rsid w:val="0070570E"/>
    <w:rsid w:val="007129EA"/>
    <w:rsid w:val="007133A7"/>
    <w:rsid w:val="00715527"/>
    <w:rsid w:val="00717466"/>
    <w:rsid w:val="00720D63"/>
    <w:rsid w:val="00720DD7"/>
    <w:rsid w:val="007217A0"/>
    <w:rsid w:val="00730A7D"/>
    <w:rsid w:val="00732163"/>
    <w:rsid w:val="007322A5"/>
    <w:rsid w:val="00732B6C"/>
    <w:rsid w:val="0073384B"/>
    <w:rsid w:val="007343C9"/>
    <w:rsid w:val="00735058"/>
    <w:rsid w:val="00735C6D"/>
    <w:rsid w:val="00741436"/>
    <w:rsid w:val="00746750"/>
    <w:rsid w:val="0074678D"/>
    <w:rsid w:val="00755671"/>
    <w:rsid w:val="0075622C"/>
    <w:rsid w:val="00756CAA"/>
    <w:rsid w:val="0075726D"/>
    <w:rsid w:val="0075758C"/>
    <w:rsid w:val="00762DF1"/>
    <w:rsid w:val="007640EA"/>
    <w:rsid w:val="007676A9"/>
    <w:rsid w:val="007676DE"/>
    <w:rsid w:val="007677C1"/>
    <w:rsid w:val="0077021E"/>
    <w:rsid w:val="00771E21"/>
    <w:rsid w:val="007835F4"/>
    <w:rsid w:val="0078416A"/>
    <w:rsid w:val="007845BB"/>
    <w:rsid w:val="00786156"/>
    <w:rsid w:val="00787E53"/>
    <w:rsid w:val="00787FE9"/>
    <w:rsid w:val="00787FF4"/>
    <w:rsid w:val="007908C1"/>
    <w:rsid w:val="00792996"/>
    <w:rsid w:val="00792D66"/>
    <w:rsid w:val="00792F68"/>
    <w:rsid w:val="00796E55"/>
    <w:rsid w:val="007A0B6C"/>
    <w:rsid w:val="007A287B"/>
    <w:rsid w:val="007A2C99"/>
    <w:rsid w:val="007A340C"/>
    <w:rsid w:val="007A3849"/>
    <w:rsid w:val="007A43C2"/>
    <w:rsid w:val="007A5A2D"/>
    <w:rsid w:val="007A7706"/>
    <w:rsid w:val="007B17DD"/>
    <w:rsid w:val="007B19F1"/>
    <w:rsid w:val="007B2918"/>
    <w:rsid w:val="007B3F55"/>
    <w:rsid w:val="007B57CA"/>
    <w:rsid w:val="007B59DF"/>
    <w:rsid w:val="007B62C1"/>
    <w:rsid w:val="007B657F"/>
    <w:rsid w:val="007B7194"/>
    <w:rsid w:val="007B7C67"/>
    <w:rsid w:val="007C27D8"/>
    <w:rsid w:val="007C7029"/>
    <w:rsid w:val="007D453F"/>
    <w:rsid w:val="007D4879"/>
    <w:rsid w:val="007D5191"/>
    <w:rsid w:val="007D62A3"/>
    <w:rsid w:val="007D6694"/>
    <w:rsid w:val="007D6A52"/>
    <w:rsid w:val="007E588E"/>
    <w:rsid w:val="007F199A"/>
    <w:rsid w:val="007F43E5"/>
    <w:rsid w:val="007F4AA1"/>
    <w:rsid w:val="007F6671"/>
    <w:rsid w:val="007F7C63"/>
    <w:rsid w:val="00804D6F"/>
    <w:rsid w:val="008051CD"/>
    <w:rsid w:val="00807845"/>
    <w:rsid w:val="00810851"/>
    <w:rsid w:val="00810C5E"/>
    <w:rsid w:val="00811B82"/>
    <w:rsid w:val="00813AB5"/>
    <w:rsid w:val="00813FF0"/>
    <w:rsid w:val="008140F5"/>
    <w:rsid w:val="00815A01"/>
    <w:rsid w:val="00815A33"/>
    <w:rsid w:val="00820727"/>
    <w:rsid w:val="00821AF6"/>
    <w:rsid w:val="00821EF0"/>
    <w:rsid w:val="00822A79"/>
    <w:rsid w:val="00823851"/>
    <w:rsid w:val="008242D1"/>
    <w:rsid w:val="008259BD"/>
    <w:rsid w:val="00827B7B"/>
    <w:rsid w:val="00827BAC"/>
    <w:rsid w:val="008310E6"/>
    <w:rsid w:val="008326D3"/>
    <w:rsid w:val="0083334F"/>
    <w:rsid w:val="00834BD4"/>
    <w:rsid w:val="00835BC6"/>
    <w:rsid w:val="00836EBC"/>
    <w:rsid w:val="00840336"/>
    <w:rsid w:val="00840A9B"/>
    <w:rsid w:val="0084218B"/>
    <w:rsid w:val="00843604"/>
    <w:rsid w:val="0084416A"/>
    <w:rsid w:val="0084696F"/>
    <w:rsid w:val="00846E7B"/>
    <w:rsid w:val="0085019C"/>
    <w:rsid w:val="00854882"/>
    <w:rsid w:val="00856068"/>
    <w:rsid w:val="0085767A"/>
    <w:rsid w:val="0086335C"/>
    <w:rsid w:val="00863D5F"/>
    <w:rsid w:val="00864BAB"/>
    <w:rsid w:val="00865F8A"/>
    <w:rsid w:val="0087234A"/>
    <w:rsid w:val="00873477"/>
    <w:rsid w:val="00874FCA"/>
    <w:rsid w:val="00876A9F"/>
    <w:rsid w:val="00880817"/>
    <w:rsid w:val="00881EB5"/>
    <w:rsid w:val="00882328"/>
    <w:rsid w:val="00883989"/>
    <w:rsid w:val="00883CBA"/>
    <w:rsid w:val="00885439"/>
    <w:rsid w:val="008873B4"/>
    <w:rsid w:val="00887A19"/>
    <w:rsid w:val="00892914"/>
    <w:rsid w:val="008945E3"/>
    <w:rsid w:val="00896B9B"/>
    <w:rsid w:val="00897FEC"/>
    <w:rsid w:val="008A1596"/>
    <w:rsid w:val="008A284C"/>
    <w:rsid w:val="008A413E"/>
    <w:rsid w:val="008A754C"/>
    <w:rsid w:val="008B0387"/>
    <w:rsid w:val="008B47BB"/>
    <w:rsid w:val="008B5CCF"/>
    <w:rsid w:val="008C20E7"/>
    <w:rsid w:val="008D47F8"/>
    <w:rsid w:val="008D5255"/>
    <w:rsid w:val="008D59DF"/>
    <w:rsid w:val="008E0313"/>
    <w:rsid w:val="008E0593"/>
    <w:rsid w:val="008E09DF"/>
    <w:rsid w:val="008E0DA3"/>
    <w:rsid w:val="008E11DF"/>
    <w:rsid w:val="008E1547"/>
    <w:rsid w:val="008E2D88"/>
    <w:rsid w:val="008E3E21"/>
    <w:rsid w:val="008E5565"/>
    <w:rsid w:val="008E5843"/>
    <w:rsid w:val="008F0EBB"/>
    <w:rsid w:val="008F1E2A"/>
    <w:rsid w:val="008F2792"/>
    <w:rsid w:val="008F27C7"/>
    <w:rsid w:val="008F3535"/>
    <w:rsid w:val="008F49AA"/>
    <w:rsid w:val="008F623E"/>
    <w:rsid w:val="009008F9"/>
    <w:rsid w:val="00900A98"/>
    <w:rsid w:val="00901D1D"/>
    <w:rsid w:val="00902954"/>
    <w:rsid w:val="00903456"/>
    <w:rsid w:val="00907DAE"/>
    <w:rsid w:val="00912A3F"/>
    <w:rsid w:val="00912A7B"/>
    <w:rsid w:val="00913039"/>
    <w:rsid w:val="009139CB"/>
    <w:rsid w:val="0091498C"/>
    <w:rsid w:val="00914A57"/>
    <w:rsid w:val="00916045"/>
    <w:rsid w:val="00916BFF"/>
    <w:rsid w:val="00916DAA"/>
    <w:rsid w:val="00920661"/>
    <w:rsid w:val="00920AC1"/>
    <w:rsid w:val="0092369B"/>
    <w:rsid w:val="0092756D"/>
    <w:rsid w:val="00930341"/>
    <w:rsid w:val="0093054D"/>
    <w:rsid w:val="00933C20"/>
    <w:rsid w:val="00934C8E"/>
    <w:rsid w:val="00936AFF"/>
    <w:rsid w:val="009407D1"/>
    <w:rsid w:val="00943953"/>
    <w:rsid w:val="00944AD9"/>
    <w:rsid w:val="00945412"/>
    <w:rsid w:val="0094613E"/>
    <w:rsid w:val="00946907"/>
    <w:rsid w:val="00950F77"/>
    <w:rsid w:val="0095124E"/>
    <w:rsid w:val="00952009"/>
    <w:rsid w:val="00954314"/>
    <w:rsid w:val="0095516F"/>
    <w:rsid w:val="009556FA"/>
    <w:rsid w:val="00956A08"/>
    <w:rsid w:val="00956FCD"/>
    <w:rsid w:val="0095708E"/>
    <w:rsid w:val="00960B3F"/>
    <w:rsid w:val="009627E0"/>
    <w:rsid w:val="00962A19"/>
    <w:rsid w:val="0096542B"/>
    <w:rsid w:val="009731E2"/>
    <w:rsid w:val="00973C2A"/>
    <w:rsid w:val="0097581B"/>
    <w:rsid w:val="00976D16"/>
    <w:rsid w:val="00977576"/>
    <w:rsid w:val="00981963"/>
    <w:rsid w:val="0098289A"/>
    <w:rsid w:val="00983B6C"/>
    <w:rsid w:val="00986A25"/>
    <w:rsid w:val="00996E45"/>
    <w:rsid w:val="00997E95"/>
    <w:rsid w:val="009A1AEE"/>
    <w:rsid w:val="009A4F34"/>
    <w:rsid w:val="009A67A4"/>
    <w:rsid w:val="009A77BB"/>
    <w:rsid w:val="009B17D7"/>
    <w:rsid w:val="009B4E38"/>
    <w:rsid w:val="009B5136"/>
    <w:rsid w:val="009B6CC1"/>
    <w:rsid w:val="009B7D41"/>
    <w:rsid w:val="009C04CB"/>
    <w:rsid w:val="009C4ADD"/>
    <w:rsid w:val="009D0023"/>
    <w:rsid w:val="009D354E"/>
    <w:rsid w:val="009D636A"/>
    <w:rsid w:val="009E180B"/>
    <w:rsid w:val="009E254E"/>
    <w:rsid w:val="009E34BF"/>
    <w:rsid w:val="009F2DF5"/>
    <w:rsid w:val="009F378A"/>
    <w:rsid w:val="009F3805"/>
    <w:rsid w:val="009F3E55"/>
    <w:rsid w:val="009F47B6"/>
    <w:rsid w:val="009F6069"/>
    <w:rsid w:val="009F6A92"/>
    <w:rsid w:val="009F6F01"/>
    <w:rsid w:val="009F7507"/>
    <w:rsid w:val="00A01440"/>
    <w:rsid w:val="00A025A7"/>
    <w:rsid w:val="00A0432B"/>
    <w:rsid w:val="00A04EE3"/>
    <w:rsid w:val="00A06650"/>
    <w:rsid w:val="00A06E90"/>
    <w:rsid w:val="00A1002B"/>
    <w:rsid w:val="00A10713"/>
    <w:rsid w:val="00A10E04"/>
    <w:rsid w:val="00A10EB8"/>
    <w:rsid w:val="00A11028"/>
    <w:rsid w:val="00A11108"/>
    <w:rsid w:val="00A13F16"/>
    <w:rsid w:val="00A13F48"/>
    <w:rsid w:val="00A147AB"/>
    <w:rsid w:val="00A14D20"/>
    <w:rsid w:val="00A14E90"/>
    <w:rsid w:val="00A154AB"/>
    <w:rsid w:val="00A20FAC"/>
    <w:rsid w:val="00A22437"/>
    <w:rsid w:val="00A226BB"/>
    <w:rsid w:val="00A22807"/>
    <w:rsid w:val="00A239E2"/>
    <w:rsid w:val="00A255C3"/>
    <w:rsid w:val="00A26997"/>
    <w:rsid w:val="00A2741F"/>
    <w:rsid w:val="00A405A6"/>
    <w:rsid w:val="00A44850"/>
    <w:rsid w:val="00A47DA6"/>
    <w:rsid w:val="00A47EF9"/>
    <w:rsid w:val="00A51DF8"/>
    <w:rsid w:val="00A54746"/>
    <w:rsid w:val="00A558BC"/>
    <w:rsid w:val="00A563DE"/>
    <w:rsid w:val="00A56DFE"/>
    <w:rsid w:val="00A56EBB"/>
    <w:rsid w:val="00A57495"/>
    <w:rsid w:val="00A70455"/>
    <w:rsid w:val="00A713B8"/>
    <w:rsid w:val="00A71C45"/>
    <w:rsid w:val="00A71D1B"/>
    <w:rsid w:val="00A737FC"/>
    <w:rsid w:val="00A74B33"/>
    <w:rsid w:val="00A75A7E"/>
    <w:rsid w:val="00A76E34"/>
    <w:rsid w:val="00A77BDB"/>
    <w:rsid w:val="00A801A0"/>
    <w:rsid w:val="00A81CF9"/>
    <w:rsid w:val="00A860D4"/>
    <w:rsid w:val="00A863F2"/>
    <w:rsid w:val="00A8737E"/>
    <w:rsid w:val="00A90278"/>
    <w:rsid w:val="00A91C70"/>
    <w:rsid w:val="00A92001"/>
    <w:rsid w:val="00A93D01"/>
    <w:rsid w:val="00A96842"/>
    <w:rsid w:val="00A96C04"/>
    <w:rsid w:val="00AA0B22"/>
    <w:rsid w:val="00AB1942"/>
    <w:rsid w:val="00AB303C"/>
    <w:rsid w:val="00AB5C4A"/>
    <w:rsid w:val="00AB6B98"/>
    <w:rsid w:val="00AB7461"/>
    <w:rsid w:val="00AB7742"/>
    <w:rsid w:val="00AC0691"/>
    <w:rsid w:val="00AC1CBE"/>
    <w:rsid w:val="00AC24ED"/>
    <w:rsid w:val="00AC27E9"/>
    <w:rsid w:val="00AC3E75"/>
    <w:rsid w:val="00AD548C"/>
    <w:rsid w:val="00AD5DCD"/>
    <w:rsid w:val="00AD78F9"/>
    <w:rsid w:val="00AE2181"/>
    <w:rsid w:val="00AE40A2"/>
    <w:rsid w:val="00AE5664"/>
    <w:rsid w:val="00AE57F7"/>
    <w:rsid w:val="00AE6BB9"/>
    <w:rsid w:val="00AF2644"/>
    <w:rsid w:val="00AF4FED"/>
    <w:rsid w:val="00B00269"/>
    <w:rsid w:val="00B07577"/>
    <w:rsid w:val="00B07AC4"/>
    <w:rsid w:val="00B1244B"/>
    <w:rsid w:val="00B162CE"/>
    <w:rsid w:val="00B1687B"/>
    <w:rsid w:val="00B16B86"/>
    <w:rsid w:val="00B173C3"/>
    <w:rsid w:val="00B21147"/>
    <w:rsid w:val="00B21328"/>
    <w:rsid w:val="00B22856"/>
    <w:rsid w:val="00B2301F"/>
    <w:rsid w:val="00B23921"/>
    <w:rsid w:val="00B23CFF"/>
    <w:rsid w:val="00B250AB"/>
    <w:rsid w:val="00B25A83"/>
    <w:rsid w:val="00B26AFB"/>
    <w:rsid w:val="00B26E05"/>
    <w:rsid w:val="00B2729E"/>
    <w:rsid w:val="00B30863"/>
    <w:rsid w:val="00B310C6"/>
    <w:rsid w:val="00B3338A"/>
    <w:rsid w:val="00B33D15"/>
    <w:rsid w:val="00B3420F"/>
    <w:rsid w:val="00B347B3"/>
    <w:rsid w:val="00B35361"/>
    <w:rsid w:val="00B3536F"/>
    <w:rsid w:val="00B368AA"/>
    <w:rsid w:val="00B40BD8"/>
    <w:rsid w:val="00B432FF"/>
    <w:rsid w:val="00B435A6"/>
    <w:rsid w:val="00B457F8"/>
    <w:rsid w:val="00B471EE"/>
    <w:rsid w:val="00B50437"/>
    <w:rsid w:val="00B53041"/>
    <w:rsid w:val="00B64EA2"/>
    <w:rsid w:val="00B64F72"/>
    <w:rsid w:val="00B65A67"/>
    <w:rsid w:val="00B70A72"/>
    <w:rsid w:val="00B70C57"/>
    <w:rsid w:val="00B7288E"/>
    <w:rsid w:val="00B72E92"/>
    <w:rsid w:val="00B75B3C"/>
    <w:rsid w:val="00B80AFD"/>
    <w:rsid w:val="00B86621"/>
    <w:rsid w:val="00B8685A"/>
    <w:rsid w:val="00B87CAD"/>
    <w:rsid w:val="00B87D2E"/>
    <w:rsid w:val="00B911F6"/>
    <w:rsid w:val="00B9184D"/>
    <w:rsid w:val="00B96409"/>
    <w:rsid w:val="00B96DA3"/>
    <w:rsid w:val="00BA0985"/>
    <w:rsid w:val="00BA1433"/>
    <w:rsid w:val="00BA19E6"/>
    <w:rsid w:val="00BA494A"/>
    <w:rsid w:val="00BA5669"/>
    <w:rsid w:val="00BA56A9"/>
    <w:rsid w:val="00BA6BB3"/>
    <w:rsid w:val="00BA6FCA"/>
    <w:rsid w:val="00BA7A1A"/>
    <w:rsid w:val="00BB1B63"/>
    <w:rsid w:val="00BB35A4"/>
    <w:rsid w:val="00BB3941"/>
    <w:rsid w:val="00BB47EA"/>
    <w:rsid w:val="00BB7568"/>
    <w:rsid w:val="00BC0EC3"/>
    <w:rsid w:val="00BC164A"/>
    <w:rsid w:val="00BC2AD3"/>
    <w:rsid w:val="00BC52A0"/>
    <w:rsid w:val="00BC5660"/>
    <w:rsid w:val="00BC5C5F"/>
    <w:rsid w:val="00BD07C8"/>
    <w:rsid w:val="00BD0A76"/>
    <w:rsid w:val="00BD14A7"/>
    <w:rsid w:val="00BD2723"/>
    <w:rsid w:val="00BD5175"/>
    <w:rsid w:val="00BE1996"/>
    <w:rsid w:val="00BE19C1"/>
    <w:rsid w:val="00BE36CA"/>
    <w:rsid w:val="00BE5A84"/>
    <w:rsid w:val="00BE6846"/>
    <w:rsid w:val="00BE716E"/>
    <w:rsid w:val="00BE78EF"/>
    <w:rsid w:val="00BE7EA5"/>
    <w:rsid w:val="00BF079F"/>
    <w:rsid w:val="00BF102B"/>
    <w:rsid w:val="00BF10CA"/>
    <w:rsid w:val="00BF4A25"/>
    <w:rsid w:val="00C00B93"/>
    <w:rsid w:val="00C00D2F"/>
    <w:rsid w:val="00C00FEA"/>
    <w:rsid w:val="00C0241A"/>
    <w:rsid w:val="00C044C5"/>
    <w:rsid w:val="00C06AB4"/>
    <w:rsid w:val="00C0728A"/>
    <w:rsid w:val="00C11976"/>
    <w:rsid w:val="00C13FCD"/>
    <w:rsid w:val="00C15393"/>
    <w:rsid w:val="00C15736"/>
    <w:rsid w:val="00C16052"/>
    <w:rsid w:val="00C1697D"/>
    <w:rsid w:val="00C21F69"/>
    <w:rsid w:val="00C22FB3"/>
    <w:rsid w:val="00C2346F"/>
    <w:rsid w:val="00C273DC"/>
    <w:rsid w:val="00C274F1"/>
    <w:rsid w:val="00C30133"/>
    <w:rsid w:val="00C30A72"/>
    <w:rsid w:val="00C30EFB"/>
    <w:rsid w:val="00C3711B"/>
    <w:rsid w:val="00C40A53"/>
    <w:rsid w:val="00C44BF2"/>
    <w:rsid w:val="00C46A2C"/>
    <w:rsid w:val="00C52F28"/>
    <w:rsid w:val="00C574DF"/>
    <w:rsid w:val="00C625E4"/>
    <w:rsid w:val="00C71A48"/>
    <w:rsid w:val="00C71E7F"/>
    <w:rsid w:val="00C73A41"/>
    <w:rsid w:val="00C73B1F"/>
    <w:rsid w:val="00C73F2F"/>
    <w:rsid w:val="00C755F7"/>
    <w:rsid w:val="00C757E1"/>
    <w:rsid w:val="00C7714C"/>
    <w:rsid w:val="00C77276"/>
    <w:rsid w:val="00C77F6C"/>
    <w:rsid w:val="00C8005D"/>
    <w:rsid w:val="00C80A35"/>
    <w:rsid w:val="00C81157"/>
    <w:rsid w:val="00C948A1"/>
    <w:rsid w:val="00C94FD5"/>
    <w:rsid w:val="00CA0995"/>
    <w:rsid w:val="00CA1354"/>
    <w:rsid w:val="00CA17C7"/>
    <w:rsid w:val="00CA384A"/>
    <w:rsid w:val="00CA4795"/>
    <w:rsid w:val="00CA6741"/>
    <w:rsid w:val="00CA6B13"/>
    <w:rsid w:val="00CA79A1"/>
    <w:rsid w:val="00CB18D0"/>
    <w:rsid w:val="00CB29F5"/>
    <w:rsid w:val="00CB7206"/>
    <w:rsid w:val="00CC0E20"/>
    <w:rsid w:val="00CC11E0"/>
    <w:rsid w:val="00CC130F"/>
    <w:rsid w:val="00CC1D8E"/>
    <w:rsid w:val="00CC1E00"/>
    <w:rsid w:val="00CC35FC"/>
    <w:rsid w:val="00CC78B6"/>
    <w:rsid w:val="00CD1BBC"/>
    <w:rsid w:val="00CD504D"/>
    <w:rsid w:val="00CD5571"/>
    <w:rsid w:val="00CD5A76"/>
    <w:rsid w:val="00CD7485"/>
    <w:rsid w:val="00CE0069"/>
    <w:rsid w:val="00CE49F0"/>
    <w:rsid w:val="00CE624F"/>
    <w:rsid w:val="00CE667B"/>
    <w:rsid w:val="00CF1870"/>
    <w:rsid w:val="00CF654D"/>
    <w:rsid w:val="00CF6F81"/>
    <w:rsid w:val="00CF73B5"/>
    <w:rsid w:val="00D00420"/>
    <w:rsid w:val="00D022D6"/>
    <w:rsid w:val="00D029BF"/>
    <w:rsid w:val="00D03E8C"/>
    <w:rsid w:val="00D0759D"/>
    <w:rsid w:val="00D1113F"/>
    <w:rsid w:val="00D12AB4"/>
    <w:rsid w:val="00D139B9"/>
    <w:rsid w:val="00D13A5E"/>
    <w:rsid w:val="00D15C31"/>
    <w:rsid w:val="00D176C0"/>
    <w:rsid w:val="00D17B83"/>
    <w:rsid w:val="00D20E7D"/>
    <w:rsid w:val="00D30434"/>
    <w:rsid w:val="00D313C3"/>
    <w:rsid w:val="00D340E7"/>
    <w:rsid w:val="00D36846"/>
    <w:rsid w:val="00D374E9"/>
    <w:rsid w:val="00D429E9"/>
    <w:rsid w:val="00D430E8"/>
    <w:rsid w:val="00D44EEA"/>
    <w:rsid w:val="00D45197"/>
    <w:rsid w:val="00D5178C"/>
    <w:rsid w:val="00D519B7"/>
    <w:rsid w:val="00D531B6"/>
    <w:rsid w:val="00D53399"/>
    <w:rsid w:val="00D55C98"/>
    <w:rsid w:val="00D56558"/>
    <w:rsid w:val="00D566E1"/>
    <w:rsid w:val="00D570E8"/>
    <w:rsid w:val="00D60912"/>
    <w:rsid w:val="00D62C05"/>
    <w:rsid w:val="00D63C2D"/>
    <w:rsid w:val="00D63F90"/>
    <w:rsid w:val="00D64D09"/>
    <w:rsid w:val="00D65C35"/>
    <w:rsid w:val="00D65E79"/>
    <w:rsid w:val="00D67770"/>
    <w:rsid w:val="00D67788"/>
    <w:rsid w:val="00D70DD1"/>
    <w:rsid w:val="00D724DD"/>
    <w:rsid w:val="00D76E53"/>
    <w:rsid w:val="00D8006D"/>
    <w:rsid w:val="00D80906"/>
    <w:rsid w:val="00D8250F"/>
    <w:rsid w:val="00D830A2"/>
    <w:rsid w:val="00D8318A"/>
    <w:rsid w:val="00D84F34"/>
    <w:rsid w:val="00D857FC"/>
    <w:rsid w:val="00D85EE0"/>
    <w:rsid w:val="00D86399"/>
    <w:rsid w:val="00D87F76"/>
    <w:rsid w:val="00D91879"/>
    <w:rsid w:val="00D91FFE"/>
    <w:rsid w:val="00D93498"/>
    <w:rsid w:val="00D94162"/>
    <w:rsid w:val="00D94E1D"/>
    <w:rsid w:val="00D96022"/>
    <w:rsid w:val="00DA631D"/>
    <w:rsid w:val="00DA669A"/>
    <w:rsid w:val="00DB0394"/>
    <w:rsid w:val="00DB1E3C"/>
    <w:rsid w:val="00DB2F4D"/>
    <w:rsid w:val="00DB3A0D"/>
    <w:rsid w:val="00DB55C4"/>
    <w:rsid w:val="00DB5976"/>
    <w:rsid w:val="00DB7A74"/>
    <w:rsid w:val="00DC0AD3"/>
    <w:rsid w:val="00DC34E5"/>
    <w:rsid w:val="00DC7A31"/>
    <w:rsid w:val="00DC7F3B"/>
    <w:rsid w:val="00DD1EDB"/>
    <w:rsid w:val="00DD2D04"/>
    <w:rsid w:val="00DD4B68"/>
    <w:rsid w:val="00DD6286"/>
    <w:rsid w:val="00DD63BC"/>
    <w:rsid w:val="00DD6B4B"/>
    <w:rsid w:val="00DD7E62"/>
    <w:rsid w:val="00DE2536"/>
    <w:rsid w:val="00DE5593"/>
    <w:rsid w:val="00DE5A22"/>
    <w:rsid w:val="00DE75A8"/>
    <w:rsid w:val="00DF0998"/>
    <w:rsid w:val="00DF15EC"/>
    <w:rsid w:val="00DF2CC3"/>
    <w:rsid w:val="00DF33A2"/>
    <w:rsid w:val="00DF4452"/>
    <w:rsid w:val="00DF53EC"/>
    <w:rsid w:val="00DF6004"/>
    <w:rsid w:val="00DF7677"/>
    <w:rsid w:val="00E047A6"/>
    <w:rsid w:val="00E051AD"/>
    <w:rsid w:val="00E05F7F"/>
    <w:rsid w:val="00E06405"/>
    <w:rsid w:val="00E0645F"/>
    <w:rsid w:val="00E06A48"/>
    <w:rsid w:val="00E07C04"/>
    <w:rsid w:val="00E07E94"/>
    <w:rsid w:val="00E10443"/>
    <w:rsid w:val="00E1519B"/>
    <w:rsid w:val="00E171C9"/>
    <w:rsid w:val="00E172E3"/>
    <w:rsid w:val="00E17534"/>
    <w:rsid w:val="00E20010"/>
    <w:rsid w:val="00E202A8"/>
    <w:rsid w:val="00E23253"/>
    <w:rsid w:val="00E233B9"/>
    <w:rsid w:val="00E23C1F"/>
    <w:rsid w:val="00E2650E"/>
    <w:rsid w:val="00E274B9"/>
    <w:rsid w:val="00E35AF9"/>
    <w:rsid w:val="00E35D50"/>
    <w:rsid w:val="00E37A57"/>
    <w:rsid w:val="00E40A9C"/>
    <w:rsid w:val="00E41477"/>
    <w:rsid w:val="00E42A74"/>
    <w:rsid w:val="00E42B20"/>
    <w:rsid w:val="00E43A36"/>
    <w:rsid w:val="00E46003"/>
    <w:rsid w:val="00E47C11"/>
    <w:rsid w:val="00E47C67"/>
    <w:rsid w:val="00E47D37"/>
    <w:rsid w:val="00E5079B"/>
    <w:rsid w:val="00E50F29"/>
    <w:rsid w:val="00E523C4"/>
    <w:rsid w:val="00E5293F"/>
    <w:rsid w:val="00E5422F"/>
    <w:rsid w:val="00E556C9"/>
    <w:rsid w:val="00E55903"/>
    <w:rsid w:val="00E57077"/>
    <w:rsid w:val="00E572C1"/>
    <w:rsid w:val="00E57B7D"/>
    <w:rsid w:val="00E608F9"/>
    <w:rsid w:val="00E61DA4"/>
    <w:rsid w:val="00E63594"/>
    <w:rsid w:val="00E635AE"/>
    <w:rsid w:val="00E64578"/>
    <w:rsid w:val="00E7112E"/>
    <w:rsid w:val="00E727E7"/>
    <w:rsid w:val="00E75238"/>
    <w:rsid w:val="00E778B1"/>
    <w:rsid w:val="00E80E97"/>
    <w:rsid w:val="00E81BC5"/>
    <w:rsid w:val="00E8537C"/>
    <w:rsid w:val="00E858F8"/>
    <w:rsid w:val="00E9181F"/>
    <w:rsid w:val="00E94471"/>
    <w:rsid w:val="00E96BD3"/>
    <w:rsid w:val="00E97BDA"/>
    <w:rsid w:val="00EA05EA"/>
    <w:rsid w:val="00EA1A42"/>
    <w:rsid w:val="00EA3221"/>
    <w:rsid w:val="00EA7746"/>
    <w:rsid w:val="00EA7B17"/>
    <w:rsid w:val="00EA7B20"/>
    <w:rsid w:val="00EA7E31"/>
    <w:rsid w:val="00EB4B11"/>
    <w:rsid w:val="00EB6D7A"/>
    <w:rsid w:val="00EB6E6F"/>
    <w:rsid w:val="00EC0BBF"/>
    <w:rsid w:val="00EC18C6"/>
    <w:rsid w:val="00EC25AF"/>
    <w:rsid w:val="00EC2C7E"/>
    <w:rsid w:val="00ED0901"/>
    <w:rsid w:val="00ED1E46"/>
    <w:rsid w:val="00ED3E6E"/>
    <w:rsid w:val="00EE0AF1"/>
    <w:rsid w:val="00EE125F"/>
    <w:rsid w:val="00EE225A"/>
    <w:rsid w:val="00EE2935"/>
    <w:rsid w:val="00EE66B0"/>
    <w:rsid w:val="00EE6834"/>
    <w:rsid w:val="00EE7445"/>
    <w:rsid w:val="00EF39D3"/>
    <w:rsid w:val="00F05207"/>
    <w:rsid w:val="00F0798D"/>
    <w:rsid w:val="00F101EC"/>
    <w:rsid w:val="00F10E73"/>
    <w:rsid w:val="00F1219C"/>
    <w:rsid w:val="00F131E3"/>
    <w:rsid w:val="00F13D8C"/>
    <w:rsid w:val="00F141D2"/>
    <w:rsid w:val="00F16D44"/>
    <w:rsid w:val="00F16EA6"/>
    <w:rsid w:val="00F17276"/>
    <w:rsid w:val="00F17DCB"/>
    <w:rsid w:val="00F22FEA"/>
    <w:rsid w:val="00F236DE"/>
    <w:rsid w:val="00F23E4E"/>
    <w:rsid w:val="00F24462"/>
    <w:rsid w:val="00F256C4"/>
    <w:rsid w:val="00F32991"/>
    <w:rsid w:val="00F3334F"/>
    <w:rsid w:val="00F334CB"/>
    <w:rsid w:val="00F340EF"/>
    <w:rsid w:val="00F37663"/>
    <w:rsid w:val="00F37718"/>
    <w:rsid w:val="00F44375"/>
    <w:rsid w:val="00F46D46"/>
    <w:rsid w:val="00F472DB"/>
    <w:rsid w:val="00F512C6"/>
    <w:rsid w:val="00F52792"/>
    <w:rsid w:val="00F529F1"/>
    <w:rsid w:val="00F53FF2"/>
    <w:rsid w:val="00F5409E"/>
    <w:rsid w:val="00F55971"/>
    <w:rsid w:val="00F56C3C"/>
    <w:rsid w:val="00F60958"/>
    <w:rsid w:val="00F6172B"/>
    <w:rsid w:val="00F62D29"/>
    <w:rsid w:val="00F631DE"/>
    <w:rsid w:val="00F72CEE"/>
    <w:rsid w:val="00F72EEB"/>
    <w:rsid w:val="00F73758"/>
    <w:rsid w:val="00F76EEB"/>
    <w:rsid w:val="00F771CD"/>
    <w:rsid w:val="00F80F69"/>
    <w:rsid w:val="00F814CB"/>
    <w:rsid w:val="00F83DD6"/>
    <w:rsid w:val="00F8423A"/>
    <w:rsid w:val="00F8517B"/>
    <w:rsid w:val="00F85487"/>
    <w:rsid w:val="00F8631B"/>
    <w:rsid w:val="00F865BB"/>
    <w:rsid w:val="00F869B9"/>
    <w:rsid w:val="00F901C7"/>
    <w:rsid w:val="00F95F1F"/>
    <w:rsid w:val="00F96B13"/>
    <w:rsid w:val="00FA150F"/>
    <w:rsid w:val="00FA19C7"/>
    <w:rsid w:val="00FA357B"/>
    <w:rsid w:val="00FA3DDD"/>
    <w:rsid w:val="00FA542C"/>
    <w:rsid w:val="00FA735E"/>
    <w:rsid w:val="00FB0860"/>
    <w:rsid w:val="00FB3B99"/>
    <w:rsid w:val="00FB57A8"/>
    <w:rsid w:val="00FB7873"/>
    <w:rsid w:val="00FC148B"/>
    <w:rsid w:val="00FC19C3"/>
    <w:rsid w:val="00FC2D7E"/>
    <w:rsid w:val="00FC3254"/>
    <w:rsid w:val="00FC3BC9"/>
    <w:rsid w:val="00FC4C4D"/>
    <w:rsid w:val="00FC5B24"/>
    <w:rsid w:val="00FC5D4D"/>
    <w:rsid w:val="00FC6E81"/>
    <w:rsid w:val="00FD0574"/>
    <w:rsid w:val="00FD6F9B"/>
    <w:rsid w:val="00FD7638"/>
    <w:rsid w:val="00FD7BF6"/>
    <w:rsid w:val="00FE0F83"/>
    <w:rsid w:val="00FE125A"/>
    <w:rsid w:val="00FE126C"/>
    <w:rsid w:val="00FE2D17"/>
    <w:rsid w:val="00FE566F"/>
    <w:rsid w:val="00FE7CC7"/>
    <w:rsid w:val="00FE7E89"/>
    <w:rsid w:val="00FF1DDD"/>
    <w:rsid w:val="00FF2C9C"/>
    <w:rsid w:val="00FF5696"/>
    <w:rsid w:val="00FF5AB5"/>
    <w:rsid w:val="00FF5E1E"/>
    <w:rsid w:val="00FF7132"/>
    <w:rsid w:val="00FF722B"/>
    <w:rsid w:val="369C72CD"/>
    <w:rsid w:val="4170C204"/>
    <w:rsid w:val="48A7D617"/>
    <w:rsid w:val="54E9C50A"/>
    <w:rsid w:val="582C3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EE3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2741F"/>
    <w:pPr>
      <w:keepNext/>
      <w:keepLines/>
      <w:spacing w:before="240"/>
      <w:outlineLvl w:val="0"/>
    </w:pPr>
    <w:rPr>
      <w:rFonts w:ascii="Calibri Light" w:hAnsi="Calibri Light" w:cs="Calibri Light"/>
      <w:color w:val="2F5496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B35A4"/>
    <w:pPr>
      <w:keepNext/>
      <w:keepLines/>
      <w:spacing w:before="200"/>
      <w:outlineLvl w:val="2"/>
    </w:pPr>
    <w:rPr>
      <w:rFonts w:ascii="Calibri Light" w:hAnsi="Calibri Light" w:cs="Calibri Light"/>
      <w:b/>
      <w:bCs/>
      <w:color w:val="4472C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2741F"/>
    <w:rPr>
      <w:rFonts w:ascii="Calibri Light" w:hAnsi="Calibri Light" w:cs="Calibri Light"/>
      <w:color w:val="2F5496"/>
      <w:sz w:val="32"/>
      <w:szCs w:val="32"/>
      <w:lang w:eastAsia="it-IT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B35A4"/>
    <w:rPr>
      <w:rFonts w:ascii="Calibri Light" w:hAnsi="Calibri Light" w:cs="Calibri Light"/>
      <w:b/>
      <w:bCs/>
      <w:color w:val="4472C4"/>
      <w:sz w:val="20"/>
      <w:szCs w:val="20"/>
      <w:lang w:eastAsia="it-IT"/>
    </w:rPr>
  </w:style>
  <w:style w:type="paragraph" w:styleId="BodyText3">
    <w:name w:val="Body Text 3"/>
    <w:basedOn w:val="Normal"/>
    <w:link w:val="BodyText3Char"/>
    <w:uiPriority w:val="99"/>
    <w:rsid w:val="00AC27E9"/>
    <w:pPr>
      <w:jc w:val="both"/>
    </w:pPr>
    <w:rPr>
      <w:b/>
      <w:bCs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AC27E9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customStyle="1" w:styleId="Standard">
    <w:name w:val="Standard"/>
    <w:uiPriority w:val="99"/>
    <w:rsid w:val="007D5191"/>
    <w:pPr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styleId="ListParagraph">
    <w:name w:val="List Paragraph"/>
    <w:basedOn w:val="Normal"/>
    <w:uiPriority w:val="99"/>
    <w:qFormat/>
    <w:rsid w:val="00F869B9"/>
    <w:pPr>
      <w:ind w:left="720"/>
      <w:contextualSpacing/>
    </w:pPr>
  </w:style>
  <w:style w:type="paragraph" w:styleId="Revision">
    <w:name w:val="Revision"/>
    <w:hidden/>
    <w:uiPriority w:val="99"/>
    <w:semiHidden/>
    <w:rsid w:val="00663D16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63D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D16"/>
    <w:rPr>
      <w:rFonts w:ascii="Segoe UI" w:hAnsi="Segoe UI" w:cs="Segoe UI"/>
      <w:sz w:val="18"/>
      <w:szCs w:val="18"/>
      <w:lang w:eastAsia="it-IT"/>
    </w:rPr>
  </w:style>
  <w:style w:type="character" w:styleId="CommentReference">
    <w:name w:val="annotation reference"/>
    <w:basedOn w:val="DefaultParagraphFont"/>
    <w:uiPriority w:val="99"/>
    <w:semiHidden/>
    <w:rsid w:val="003B1D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1DE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DEC"/>
    <w:rPr>
      <w:rFonts w:ascii="Times New Roman" w:hAnsi="Times New Roman" w:cs="Times New Roman"/>
      <w:sz w:val="20"/>
      <w:szCs w:val="20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B1D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DEC"/>
    <w:rPr>
      <w:b/>
      <w:bCs/>
    </w:rPr>
  </w:style>
  <w:style w:type="character" w:styleId="Hyperlink">
    <w:name w:val="Hyperlink"/>
    <w:basedOn w:val="DefaultParagraphFont"/>
    <w:uiPriority w:val="99"/>
    <w:rsid w:val="00EC25AF"/>
    <w:rPr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EC25AF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uiPriority w:val="99"/>
    <w:semiHidden/>
    <w:rsid w:val="0088232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82328"/>
    <w:rPr>
      <w:rFonts w:ascii="Times New Roman" w:hAnsi="Times New Roman" w:cs="Times New Roman"/>
      <w:sz w:val="20"/>
      <w:szCs w:val="20"/>
      <w:lang w:eastAsia="it-IT"/>
    </w:rPr>
  </w:style>
  <w:style w:type="table" w:styleId="TableGrid">
    <w:name w:val="Table Grid"/>
    <w:basedOn w:val="TableNormal"/>
    <w:uiPriority w:val="99"/>
    <w:rsid w:val="0088232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86335C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styleId="FootnoteReference">
    <w:name w:val="footnote reference"/>
    <w:basedOn w:val="DefaultParagraphFont"/>
    <w:uiPriority w:val="99"/>
    <w:semiHidden/>
    <w:rsid w:val="00A274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A2741F"/>
    <w:rPr>
      <w:rFonts w:ascii="Calibri" w:hAnsi="Calibri" w:cs="Calibr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2741F"/>
    <w:rPr>
      <w:rFonts w:ascii="Calibri" w:hAnsi="Calibri" w:cs="Calibr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DefaultParagraphFont"/>
    <w:uiPriority w:val="99"/>
    <w:semiHidden/>
    <w:rsid w:val="00A2741F"/>
    <w:rPr>
      <w:rFonts w:ascii="Times New Roman" w:hAnsi="Times New Roman" w:cs="Times New Roman"/>
      <w:sz w:val="20"/>
      <w:szCs w:val="20"/>
      <w:lang w:eastAsia="it-IT"/>
    </w:rPr>
  </w:style>
  <w:style w:type="paragraph" w:styleId="Header">
    <w:name w:val="header"/>
    <w:basedOn w:val="Normal"/>
    <w:link w:val="HeaderChar"/>
    <w:uiPriority w:val="99"/>
    <w:semiHidden/>
    <w:rsid w:val="00AD548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548C"/>
    <w:rPr>
      <w:rFonts w:ascii="Times New Roman" w:hAnsi="Times New Roman" w:cs="Times New Roman"/>
      <w:sz w:val="20"/>
      <w:szCs w:val="20"/>
      <w:lang w:eastAsia="it-IT"/>
    </w:rPr>
  </w:style>
  <w:style w:type="paragraph" w:styleId="Footer">
    <w:name w:val="footer"/>
    <w:basedOn w:val="Normal"/>
    <w:link w:val="FooterChar"/>
    <w:uiPriority w:val="99"/>
    <w:rsid w:val="00AD548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548C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uiPriority w:val="99"/>
    <w:rsid w:val="002B57E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78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637</Words>
  <Characters>3636</Characters>
  <Application>Microsoft Office Outlook</Application>
  <DocSecurity>0</DocSecurity>
  <Lines>0</Lines>
  <Paragraphs>0</Paragraphs>
  <ScaleCrop>false</ScaleCrop>
  <Company>Regione Molise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B)</dc:title>
  <dc:subject/>
  <dc:creator>Fabbri Maria Vittoria</dc:creator>
  <cp:keywords/>
  <dc:description/>
  <cp:lastModifiedBy>REGIONE MOLISE </cp:lastModifiedBy>
  <cp:revision>3</cp:revision>
  <cp:lastPrinted>2019-07-09T07:21:00Z</cp:lastPrinted>
  <dcterms:created xsi:type="dcterms:W3CDTF">2020-10-20T10:22:00Z</dcterms:created>
  <dcterms:modified xsi:type="dcterms:W3CDTF">2020-10-20T10:23:00Z</dcterms:modified>
</cp:coreProperties>
</file>